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602" w:rsidRDefault="009C0602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9C0602" w:rsidRDefault="009C0602" w:rsidP="005762B3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</w:t>
      </w:r>
      <w:r w:rsidRPr="005762B3">
        <w:rPr>
          <w:b/>
          <w:sz w:val="28"/>
          <w:szCs w:val="28"/>
        </w:rPr>
        <w:t xml:space="preserve">турнира для дошкольников </w:t>
      </w:r>
    </w:p>
    <w:p w:rsidR="009C0602" w:rsidRPr="005762B3" w:rsidRDefault="009C0602" w:rsidP="005762B3">
      <w:pPr>
        <w:spacing w:line="360" w:lineRule="auto"/>
        <w:jc w:val="center"/>
        <w:rPr>
          <w:b/>
          <w:sz w:val="28"/>
          <w:szCs w:val="28"/>
        </w:rPr>
      </w:pPr>
      <w:r w:rsidRPr="00C36033">
        <w:rPr>
          <w:b/>
          <w:bCs/>
          <w:sz w:val="28"/>
          <w:szCs w:val="28"/>
        </w:rPr>
        <w:t>«Поиграем со словами</w:t>
      </w:r>
      <w:r>
        <w:rPr>
          <w:b/>
          <w:bCs/>
          <w:sz w:val="28"/>
          <w:szCs w:val="28"/>
        </w:rPr>
        <w:t>!</w:t>
      </w:r>
      <w:r w:rsidRPr="00C36033">
        <w:rPr>
          <w:b/>
          <w:bCs/>
          <w:sz w:val="28"/>
          <w:szCs w:val="28"/>
        </w:rPr>
        <w:t>»</w:t>
      </w:r>
      <w:r w:rsidRPr="007C4456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9C0602" w:rsidRPr="005762B3" w:rsidRDefault="009C0602" w:rsidP="005762B3">
      <w:pPr>
        <w:spacing w:line="360" w:lineRule="auto"/>
        <w:jc w:val="center"/>
        <w:rPr>
          <w:b/>
          <w:sz w:val="28"/>
          <w:szCs w:val="28"/>
        </w:rPr>
      </w:pPr>
    </w:p>
    <w:p w:rsidR="009C0602" w:rsidRDefault="009C0602" w:rsidP="00490331">
      <w:pPr>
        <w:spacing w:line="360" w:lineRule="auto"/>
        <w:jc w:val="center"/>
      </w:pPr>
      <w:r w:rsidRPr="00ED4AF7">
        <w:t xml:space="preserve">  </w:t>
      </w:r>
      <w:r w:rsidRPr="00ED4AF7">
        <w:rPr>
          <w:color w:val="00000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9C0602" w:rsidTr="00131EF1"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C0602" w:rsidTr="00131EF1"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C0602" w:rsidTr="00131EF1"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9C0602" w:rsidRPr="00131EF1" w:rsidRDefault="009C06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0602" w:rsidRDefault="009C0602" w:rsidP="00E36B8A"/>
    <w:p w:rsidR="009C0602" w:rsidRPr="00263106" w:rsidRDefault="009C0602" w:rsidP="00E36B8A"/>
    <w:p w:rsidR="009C0602" w:rsidRDefault="009C0602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9C0602" w:rsidRPr="004A3053" w:rsidTr="00131EF1">
        <w:trPr>
          <w:jc w:val="center"/>
        </w:trPr>
        <w:tc>
          <w:tcPr>
            <w:tcW w:w="1188" w:type="dxa"/>
          </w:tcPr>
          <w:p w:rsidR="009C0602" w:rsidRPr="004A3053" w:rsidRDefault="009C0602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9C0602" w:rsidRPr="004A3053" w:rsidRDefault="009C0602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9C0602" w:rsidRPr="00DA5573" w:rsidRDefault="009C0602" w:rsidP="00DA5573">
      <w:pPr>
        <w:jc w:val="center"/>
      </w:pPr>
    </w:p>
    <w:p w:rsidR="009C0602" w:rsidRDefault="009C0602"/>
    <w:sectPr w:rsidR="009C0602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A09EC"/>
    <w:rsid w:val="00131EF1"/>
    <w:rsid w:val="001762A6"/>
    <w:rsid w:val="001C34A0"/>
    <w:rsid w:val="001E37B8"/>
    <w:rsid w:val="00263106"/>
    <w:rsid w:val="002750CA"/>
    <w:rsid w:val="002A0232"/>
    <w:rsid w:val="002A3499"/>
    <w:rsid w:val="002B1923"/>
    <w:rsid w:val="00381127"/>
    <w:rsid w:val="003F3965"/>
    <w:rsid w:val="003F5200"/>
    <w:rsid w:val="00416FC0"/>
    <w:rsid w:val="00423DAD"/>
    <w:rsid w:val="00425FAE"/>
    <w:rsid w:val="00462F44"/>
    <w:rsid w:val="00481481"/>
    <w:rsid w:val="0048720C"/>
    <w:rsid w:val="00490331"/>
    <w:rsid w:val="004A21AC"/>
    <w:rsid w:val="004A3053"/>
    <w:rsid w:val="004C0DB7"/>
    <w:rsid w:val="004D106D"/>
    <w:rsid w:val="004D57F7"/>
    <w:rsid w:val="00555D5F"/>
    <w:rsid w:val="005762B3"/>
    <w:rsid w:val="00582EFA"/>
    <w:rsid w:val="00694E0B"/>
    <w:rsid w:val="006A2536"/>
    <w:rsid w:val="006C1E6F"/>
    <w:rsid w:val="007266BB"/>
    <w:rsid w:val="00730F65"/>
    <w:rsid w:val="00753192"/>
    <w:rsid w:val="007C4456"/>
    <w:rsid w:val="007C5A67"/>
    <w:rsid w:val="007D141A"/>
    <w:rsid w:val="00871CC9"/>
    <w:rsid w:val="00874E12"/>
    <w:rsid w:val="008A182D"/>
    <w:rsid w:val="008B208A"/>
    <w:rsid w:val="009108D5"/>
    <w:rsid w:val="009373A6"/>
    <w:rsid w:val="009964FE"/>
    <w:rsid w:val="009C0602"/>
    <w:rsid w:val="009D2A50"/>
    <w:rsid w:val="009D759D"/>
    <w:rsid w:val="009F58BC"/>
    <w:rsid w:val="00A24CF3"/>
    <w:rsid w:val="00A9432F"/>
    <w:rsid w:val="00B416C9"/>
    <w:rsid w:val="00BC58A3"/>
    <w:rsid w:val="00BF431D"/>
    <w:rsid w:val="00C16652"/>
    <w:rsid w:val="00C36033"/>
    <w:rsid w:val="00CB4FDB"/>
    <w:rsid w:val="00CB7055"/>
    <w:rsid w:val="00CC5D86"/>
    <w:rsid w:val="00CF7AB3"/>
    <w:rsid w:val="00D361DF"/>
    <w:rsid w:val="00D42B5A"/>
    <w:rsid w:val="00DA5573"/>
    <w:rsid w:val="00E36B8A"/>
    <w:rsid w:val="00E42807"/>
    <w:rsid w:val="00E50E07"/>
    <w:rsid w:val="00E552DE"/>
    <w:rsid w:val="00ED02F8"/>
    <w:rsid w:val="00ED4AF7"/>
    <w:rsid w:val="00EE6613"/>
    <w:rsid w:val="00F51557"/>
    <w:rsid w:val="00F54CE4"/>
    <w:rsid w:val="00FB3036"/>
    <w:rsid w:val="00FC1295"/>
    <w:rsid w:val="00FC4287"/>
    <w:rsid w:val="00FC6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50</Words>
  <Characters>289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17</cp:revision>
  <dcterms:created xsi:type="dcterms:W3CDTF">2014-12-27T18:49:00Z</dcterms:created>
  <dcterms:modified xsi:type="dcterms:W3CDTF">2020-02-04T11:52:00Z</dcterms:modified>
</cp:coreProperties>
</file>