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8EE" w:rsidRDefault="006C48EE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6C48EE" w:rsidRDefault="006C48EE" w:rsidP="00637D7D">
      <w:pPr>
        <w:pStyle w:val="Heading2"/>
        <w:shd w:val="clear" w:color="auto" w:fill="FFFFFF"/>
        <w:spacing w:before="0" w:after="0" w:line="360" w:lineRule="auto"/>
        <w:jc w:val="center"/>
        <w:rPr>
          <w:rFonts w:ascii="Times New Roman" w:hAnsi="Times New Roman" w:cs="Times New Roman"/>
          <w:i w:val="0"/>
        </w:rPr>
      </w:pPr>
      <w:r w:rsidRPr="00637D7D">
        <w:rPr>
          <w:rFonts w:ascii="Times New Roman" w:hAnsi="Times New Roman" w:cs="Times New Roman"/>
          <w:i w:val="0"/>
        </w:rPr>
        <w:t xml:space="preserve">Международного интеллектуального блиц-турнира для дошкольников </w:t>
      </w:r>
    </w:p>
    <w:p w:rsidR="006C48EE" w:rsidRPr="00003F79" w:rsidRDefault="006C48EE" w:rsidP="00EF15BF">
      <w:pPr>
        <w:spacing w:line="360" w:lineRule="auto"/>
        <w:jc w:val="center"/>
        <w:rPr>
          <w:b/>
          <w:sz w:val="28"/>
          <w:szCs w:val="28"/>
        </w:rPr>
      </w:pPr>
      <w:r w:rsidRPr="00003F79">
        <w:rPr>
          <w:b/>
          <w:color w:val="000000"/>
          <w:sz w:val="28"/>
          <w:szCs w:val="28"/>
        </w:rPr>
        <w:t>«Сказки русского народа»</w:t>
      </w:r>
      <w:r w:rsidRPr="00003F79">
        <w:rPr>
          <w:b/>
          <w:sz w:val="28"/>
          <w:szCs w:val="28"/>
        </w:rPr>
        <w:t xml:space="preserve">  </w:t>
      </w:r>
    </w:p>
    <w:p w:rsidR="006C48EE" w:rsidRDefault="006C48EE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6C48EE" w:rsidTr="00131EF1">
        <w:tc>
          <w:tcPr>
            <w:tcW w:w="4785" w:type="dxa"/>
          </w:tcPr>
          <w:p w:rsidR="006C48EE" w:rsidRPr="00131EF1" w:rsidRDefault="006C48EE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6C48EE" w:rsidRPr="00131EF1" w:rsidRDefault="006C48EE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C48EE" w:rsidTr="00131EF1">
        <w:tc>
          <w:tcPr>
            <w:tcW w:w="4785" w:type="dxa"/>
          </w:tcPr>
          <w:p w:rsidR="006C48EE" w:rsidRPr="00131EF1" w:rsidRDefault="006C48EE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6C48EE" w:rsidRPr="00131EF1" w:rsidRDefault="006C48EE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C48EE" w:rsidTr="00131EF1">
        <w:tc>
          <w:tcPr>
            <w:tcW w:w="4785" w:type="dxa"/>
          </w:tcPr>
          <w:p w:rsidR="006C48EE" w:rsidRPr="00131EF1" w:rsidRDefault="006C48EE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6C48EE" w:rsidRPr="00131EF1" w:rsidRDefault="006C48EE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C48EE" w:rsidRDefault="006C48EE" w:rsidP="00E36B8A"/>
    <w:p w:rsidR="006C48EE" w:rsidRPr="00263106" w:rsidRDefault="006C48EE" w:rsidP="00E36B8A"/>
    <w:p w:rsidR="006C48EE" w:rsidRDefault="006C48EE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6C48EE" w:rsidRPr="004A3053" w:rsidTr="00131EF1">
        <w:trPr>
          <w:jc w:val="center"/>
        </w:trPr>
        <w:tc>
          <w:tcPr>
            <w:tcW w:w="1188" w:type="dxa"/>
          </w:tcPr>
          <w:p w:rsidR="006C48EE" w:rsidRPr="004A3053" w:rsidRDefault="006C48EE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6C48EE" w:rsidRPr="004A3053" w:rsidRDefault="006C48EE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6C48EE" w:rsidRPr="00DA5573" w:rsidRDefault="006C48EE" w:rsidP="00DA5573">
      <w:pPr>
        <w:jc w:val="center"/>
      </w:pPr>
    </w:p>
    <w:p w:rsidR="006C48EE" w:rsidRDefault="006C48EE"/>
    <w:sectPr w:rsidR="006C48EE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03F79"/>
    <w:rsid w:val="000661DB"/>
    <w:rsid w:val="00131EF1"/>
    <w:rsid w:val="001762A6"/>
    <w:rsid w:val="001C34A0"/>
    <w:rsid w:val="001E37B8"/>
    <w:rsid w:val="00215FD3"/>
    <w:rsid w:val="00263106"/>
    <w:rsid w:val="002A3499"/>
    <w:rsid w:val="002B1923"/>
    <w:rsid w:val="00336D56"/>
    <w:rsid w:val="00381127"/>
    <w:rsid w:val="003E1DA7"/>
    <w:rsid w:val="00411F0C"/>
    <w:rsid w:val="004A3053"/>
    <w:rsid w:val="004C0DB7"/>
    <w:rsid w:val="004D106D"/>
    <w:rsid w:val="00555D5F"/>
    <w:rsid w:val="00582EFA"/>
    <w:rsid w:val="00594781"/>
    <w:rsid w:val="00637D7D"/>
    <w:rsid w:val="00694E0B"/>
    <w:rsid w:val="00697FC2"/>
    <w:rsid w:val="006A2536"/>
    <w:rsid w:val="006C48EE"/>
    <w:rsid w:val="00730F65"/>
    <w:rsid w:val="007A5E56"/>
    <w:rsid w:val="007D141A"/>
    <w:rsid w:val="008002B7"/>
    <w:rsid w:val="00874E12"/>
    <w:rsid w:val="008A182D"/>
    <w:rsid w:val="008B208A"/>
    <w:rsid w:val="009108D5"/>
    <w:rsid w:val="009373A6"/>
    <w:rsid w:val="00986E14"/>
    <w:rsid w:val="009C12F6"/>
    <w:rsid w:val="009D2A50"/>
    <w:rsid w:val="009F58BC"/>
    <w:rsid w:val="00A9432F"/>
    <w:rsid w:val="00B416C9"/>
    <w:rsid w:val="00B81093"/>
    <w:rsid w:val="00BC11F0"/>
    <w:rsid w:val="00BC58A3"/>
    <w:rsid w:val="00C16652"/>
    <w:rsid w:val="00C8041B"/>
    <w:rsid w:val="00D25A67"/>
    <w:rsid w:val="00D361DF"/>
    <w:rsid w:val="00DA5573"/>
    <w:rsid w:val="00DF0BB5"/>
    <w:rsid w:val="00E36B8A"/>
    <w:rsid w:val="00E50E07"/>
    <w:rsid w:val="00E552DE"/>
    <w:rsid w:val="00ED4AF7"/>
    <w:rsid w:val="00EE6613"/>
    <w:rsid w:val="00EF15BF"/>
    <w:rsid w:val="00F51557"/>
    <w:rsid w:val="00FB3036"/>
    <w:rsid w:val="00FD6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37D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86E14"/>
    <w:rPr>
      <w:rFonts w:ascii="Cambria" w:hAnsi="Cambria" w:cs="Times New Roman"/>
      <w:b/>
      <w:bCs/>
      <w:i/>
      <w:iCs/>
      <w:sz w:val="28"/>
      <w:szCs w:val="28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uiPriority w:val="99"/>
    <w:rsid w:val="00003F79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98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50</Words>
  <Characters>287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14</cp:revision>
  <dcterms:created xsi:type="dcterms:W3CDTF">2014-12-27T18:49:00Z</dcterms:created>
  <dcterms:modified xsi:type="dcterms:W3CDTF">2020-02-04T12:11:00Z</dcterms:modified>
</cp:coreProperties>
</file>