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249" w:rsidRDefault="00675249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Бланк ответов</w:t>
      </w:r>
    </w:p>
    <w:p w:rsidR="00675249" w:rsidRDefault="00675249" w:rsidP="00E42807">
      <w:pPr>
        <w:spacing w:line="360" w:lineRule="auto"/>
        <w:jc w:val="center"/>
        <w:rPr>
          <w:b/>
          <w:sz w:val="28"/>
          <w:szCs w:val="28"/>
        </w:rPr>
      </w:pPr>
      <w:r w:rsidRPr="009F58BC">
        <w:rPr>
          <w:b/>
          <w:sz w:val="28"/>
          <w:szCs w:val="28"/>
        </w:rPr>
        <w:t>Международн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интеллектуальн</w:t>
      </w:r>
      <w:r>
        <w:rPr>
          <w:b/>
          <w:sz w:val="28"/>
          <w:szCs w:val="28"/>
        </w:rPr>
        <w:t>ого</w:t>
      </w:r>
      <w:r w:rsidRPr="009F58BC">
        <w:rPr>
          <w:b/>
          <w:sz w:val="28"/>
          <w:szCs w:val="28"/>
        </w:rPr>
        <w:t xml:space="preserve"> блиц-турнир</w:t>
      </w:r>
      <w:r>
        <w:rPr>
          <w:b/>
          <w:sz w:val="28"/>
          <w:szCs w:val="28"/>
        </w:rPr>
        <w:t>а</w:t>
      </w:r>
      <w:r w:rsidRPr="009F58BC">
        <w:rPr>
          <w:b/>
          <w:sz w:val="28"/>
          <w:szCs w:val="28"/>
        </w:rPr>
        <w:t xml:space="preserve"> для дошкольников </w:t>
      </w:r>
    </w:p>
    <w:p w:rsidR="00675249" w:rsidRDefault="00675249" w:rsidP="00DF3A6D">
      <w:pPr>
        <w:ind w:firstLine="771"/>
        <w:jc w:val="center"/>
        <w:rPr>
          <w:b/>
          <w:sz w:val="28"/>
          <w:szCs w:val="28"/>
        </w:rPr>
      </w:pPr>
      <w:r w:rsidRPr="00991B0B">
        <w:rPr>
          <w:b/>
          <w:sz w:val="28"/>
          <w:szCs w:val="28"/>
        </w:rPr>
        <w:t>«Там, на неведомых доро</w:t>
      </w:r>
      <w:r w:rsidRPr="00991B0B">
        <w:rPr>
          <w:b/>
          <w:sz w:val="28"/>
          <w:szCs w:val="28"/>
        </w:rPr>
        <w:t>ж</w:t>
      </w:r>
      <w:r w:rsidRPr="00991B0B">
        <w:rPr>
          <w:b/>
          <w:sz w:val="28"/>
          <w:szCs w:val="28"/>
        </w:rPr>
        <w:t>ках»</w:t>
      </w:r>
      <w:r w:rsidRPr="00991B0B">
        <w:rPr>
          <w:b/>
          <w:bCs/>
          <w:sz w:val="28"/>
          <w:szCs w:val="28"/>
        </w:rPr>
        <w:t xml:space="preserve"> </w:t>
      </w:r>
    </w:p>
    <w:p w:rsidR="00675249" w:rsidRDefault="00675249" w:rsidP="00DF3A6D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5249" w:rsidRDefault="00675249" w:rsidP="00E36B8A">
      <w:pPr>
        <w:pStyle w:val="Heading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675249" w:rsidTr="00131EF1">
        <w:tc>
          <w:tcPr>
            <w:tcW w:w="4785" w:type="dxa"/>
          </w:tcPr>
          <w:p w:rsidR="00675249" w:rsidRPr="00131EF1" w:rsidRDefault="00675249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участника</w:t>
            </w:r>
          </w:p>
        </w:tc>
        <w:tc>
          <w:tcPr>
            <w:tcW w:w="4785" w:type="dxa"/>
          </w:tcPr>
          <w:p w:rsidR="00675249" w:rsidRPr="00131EF1" w:rsidRDefault="00675249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5249" w:rsidTr="00131EF1">
        <w:tc>
          <w:tcPr>
            <w:tcW w:w="4785" w:type="dxa"/>
          </w:tcPr>
          <w:p w:rsidR="00675249" w:rsidRPr="00131EF1" w:rsidRDefault="00675249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Наименование образовательного учреждения, город</w:t>
            </w:r>
          </w:p>
        </w:tc>
        <w:tc>
          <w:tcPr>
            <w:tcW w:w="4785" w:type="dxa"/>
          </w:tcPr>
          <w:p w:rsidR="00675249" w:rsidRPr="00131EF1" w:rsidRDefault="00675249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675249" w:rsidTr="00131EF1">
        <w:tc>
          <w:tcPr>
            <w:tcW w:w="4785" w:type="dxa"/>
          </w:tcPr>
          <w:p w:rsidR="00675249" w:rsidRPr="00131EF1" w:rsidRDefault="00675249" w:rsidP="00131EF1">
            <w:pPr>
              <w:spacing w:line="360" w:lineRule="auto"/>
              <w:rPr>
                <w:sz w:val="28"/>
                <w:szCs w:val="28"/>
              </w:rPr>
            </w:pPr>
            <w:r w:rsidRPr="00131EF1">
              <w:rPr>
                <w:sz w:val="28"/>
                <w:szCs w:val="28"/>
              </w:rPr>
              <w:t>ФИО педагога (руководителя)</w:t>
            </w:r>
          </w:p>
        </w:tc>
        <w:tc>
          <w:tcPr>
            <w:tcW w:w="4785" w:type="dxa"/>
          </w:tcPr>
          <w:p w:rsidR="00675249" w:rsidRPr="00131EF1" w:rsidRDefault="00675249" w:rsidP="00131EF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75249" w:rsidRDefault="00675249" w:rsidP="00E36B8A"/>
    <w:p w:rsidR="00675249" w:rsidRPr="00263106" w:rsidRDefault="00675249" w:rsidP="00E36B8A"/>
    <w:p w:rsidR="00675249" w:rsidRDefault="00675249" w:rsidP="00E36B8A"/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8384"/>
      </w:tblGrid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Ответ</w:t>
            </w: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3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4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5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6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7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pStyle w:val="NormalWeb"/>
              <w:spacing w:before="0" w:beforeAutospacing="0" w:after="0" w:afterAutospacing="0"/>
              <w:ind w:firstLine="72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8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9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10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11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12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13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ind w:right="6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4A3053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15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16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17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18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19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20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21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22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23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24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25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jc w:val="center"/>
              <w:rPr>
                <w:sz w:val="28"/>
                <w:szCs w:val="28"/>
              </w:rPr>
            </w:pPr>
          </w:p>
        </w:tc>
      </w:tr>
      <w:tr w:rsidR="00675249" w:rsidRPr="004A3053" w:rsidTr="00131EF1">
        <w:trPr>
          <w:jc w:val="center"/>
        </w:trPr>
        <w:tc>
          <w:tcPr>
            <w:tcW w:w="1188" w:type="dxa"/>
          </w:tcPr>
          <w:p w:rsidR="00675249" w:rsidRPr="004A3053" w:rsidRDefault="00675249" w:rsidP="00131EF1">
            <w:pPr>
              <w:jc w:val="center"/>
              <w:rPr>
                <w:sz w:val="28"/>
                <w:szCs w:val="28"/>
              </w:rPr>
            </w:pPr>
            <w:r w:rsidRPr="004A3053">
              <w:rPr>
                <w:sz w:val="28"/>
                <w:szCs w:val="28"/>
              </w:rPr>
              <w:t>26</w:t>
            </w:r>
          </w:p>
        </w:tc>
        <w:tc>
          <w:tcPr>
            <w:tcW w:w="8384" w:type="dxa"/>
          </w:tcPr>
          <w:p w:rsidR="00675249" w:rsidRPr="004A3053" w:rsidRDefault="00675249" w:rsidP="00131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675249" w:rsidRPr="00DA5573" w:rsidRDefault="00675249" w:rsidP="00DA5573">
      <w:pPr>
        <w:jc w:val="center"/>
      </w:pPr>
    </w:p>
    <w:p w:rsidR="00675249" w:rsidRDefault="00675249"/>
    <w:sectPr w:rsidR="00675249" w:rsidSect="00A94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6B8A"/>
    <w:rsid w:val="00032652"/>
    <w:rsid w:val="00046265"/>
    <w:rsid w:val="00131EF1"/>
    <w:rsid w:val="001762A6"/>
    <w:rsid w:val="001B4C82"/>
    <w:rsid w:val="001C34A0"/>
    <w:rsid w:val="001E37B8"/>
    <w:rsid w:val="002352D2"/>
    <w:rsid w:val="00263106"/>
    <w:rsid w:val="00267BB5"/>
    <w:rsid w:val="002A3499"/>
    <w:rsid w:val="002B1923"/>
    <w:rsid w:val="00381127"/>
    <w:rsid w:val="003A4BE5"/>
    <w:rsid w:val="003F3965"/>
    <w:rsid w:val="003F5200"/>
    <w:rsid w:val="00425FAE"/>
    <w:rsid w:val="00432532"/>
    <w:rsid w:val="004338D2"/>
    <w:rsid w:val="0046715B"/>
    <w:rsid w:val="004A3053"/>
    <w:rsid w:val="004C0DB7"/>
    <w:rsid w:val="004D106D"/>
    <w:rsid w:val="00555D5F"/>
    <w:rsid w:val="00582EFA"/>
    <w:rsid w:val="00675249"/>
    <w:rsid w:val="00694E0B"/>
    <w:rsid w:val="006A2536"/>
    <w:rsid w:val="007056F4"/>
    <w:rsid w:val="007266BB"/>
    <w:rsid w:val="00730F65"/>
    <w:rsid w:val="00753192"/>
    <w:rsid w:val="007D141A"/>
    <w:rsid w:val="00871CC9"/>
    <w:rsid w:val="00874E12"/>
    <w:rsid w:val="008A182D"/>
    <w:rsid w:val="008B208A"/>
    <w:rsid w:val="009108D5"/>
    <w:rsid w:val="009253AD"/>
    <w:rsid w:val="009373A6"/>
    <w:rsid w:val="009540F1"/>
    <w:rsid w:val="00991B0B"/>
    <w:rsid w:val="009D2A50"/>
    <w:rsid w:val="009F58BC"/>
    <w:rsid w:val="00A9432F"/>
    <w:rsid w:val="00B416C9"/>
    <w:rsid w:val="00BC58A3"/>
    <w:rsid w:val="00C16652"/>
    <w:rsid w:val="00CB19B5"/>
    <w:rsid w:val="00D2685C"/>
    <w:rsid w:val="00D361DF"/>
    <w:rsid w:val="00D42B5A"/>
    <w:rsid w:val="00DA5573"/>
    <w:rsid w:val="00DC7108"/>
    <w:rsid w:val="00DF3A6D"/>
    <w:rsid w:val="00E36B8A"/>
    <w:rsid w:val="00E42807"/>
    <w:rsid w:val="00E50E07"/>
    <w:rsid w:val="00E552DE"/>
    <w:rsid w:val="00ED4AF7"/>
    <w:rsid w:val="00EE6613"/>
    <w:rsid w:val="00F16B05"/>
    <w:rsid w:val="00F51557"/>
    <w:rsid w:val="00F54CE4"/>
    <w:rsid w:val="00F647D2"/>
    <w:rsid w:val="00FB3036"/>
    <w:rsid w:val="00FC6CD9"/>
    <w:rsid w:val="00FF1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B8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6B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6B8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NormalWeb">
    <w:name w:val="Normal (Web)"/>
    <w:basedOn w:val="Normal"/>
    <w:uiPriority w:val="99"/>
    <w:rsid w:val="00E36B8A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E36B8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612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51</Words>
  <Characters>291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SpecEnergo</cp:lastModifiedBy>
  <cp:revision>16</cp:revision>
  <dcterms:created xsi:type="dcterms:W3CDTF">2014-12-27T18:49:00Z</dcterms:created>
  <dcterms:modified xsi:type="dcterms:W3CDTF">2020-02-04T12:00:00Z</dcterms:modified>
</cp:coreProperties>
</file>