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802" w:rsidRDefault="00310802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310802" w:rsidRDefault="00310802" w:rsidP="004A3053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</w:p>
    <w:p w:rsidR="00310802" w:rsidRPr="00DF6437" w:rsidRDefault="00310802" w:rsidP="004A3053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DF6437">
        <w:rPr>
          <w:b/>
          <w:bCs/>
          <w:sz w:val="28"/>
          <w:szCs w:val="28"/>
        </w:rPr>
        <w:t>«Умные п</w:t>
      </w:r>
      <w:r w:rsidRPr="00DF6437">
        <w:rPr>
          <w:b/>
          <w:bCs/>
          <w:sz w:val="28"/>
          <w:szCs w:val="28"/>
        </w:rPr>
        <w:t>о</w:t>
      </w:r>
      <w:r w:rsidRPr="00DF6437">
        <w:rPr>
          <w:b/>
          <w:bCs/>
          <w:sz w:val="28"/>
          <w:szCs w:val="28"/>
        </w:rPr>
        <w:t>словицы»</w:t>
      </w:r>
      <w:r w:rsidRPr="00DF6437">
        <w:rPr>
          <w:b/>
          <w:sz w:val="28"/>
          <w:szCs w:val="28"/>
        </w:rPr>
        <w:t xml:space="preserve">    </w:t>
      </w:r>
      <w:r w:rsidRPr="00DF6437">
        <w:rPr>
          <w:b/>
          <w:color w:val="000000"/>
          <w:sz w:val="28"/>
          <w:szCs w:val="28"/>
        </w:rPr>
        <w:t xml:space="preserve"> </w:t>
      </w:r>
    </w:p>
    <w:p w:rsidR="00310802" w:rsidRDefault="00310802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310802" w:rsidTr="00131EF1">
        <w:tc>
          <w:tcPr>
            <w:tcW w:w="4785" w:type="dxa"/>
          </w:tcPr>
          <w:p w:rsidR="00310802" w:rsidRPr="00131EF1" w:rsidRDefault="00310802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310802" w:rsidRPr="00131EF1" w:rsidRDefault="00310802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10802" w:rsidTr="00131EF1">
        <w:tc>
          <w:tcPr>
            <w:tcW w:w="4785" w:type="dxa"/>
          </w:tcPr>
          <w:p w:rsidR="00310802" w:rsidRPr="00131EF1" w:rsidRDefault="00310802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310802" w:rsidRPr="00131EF1" w:rsidRDefault="00310802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310802" w:rsidTr="00131EF1">
        <w:tc>
          <w:tcPr>
            <w:tcW w:w="4785" w:type="dxa"/>
          </w:tcPr>
          <w:p w:rsidR="00310802" w:rsidRPr="00131EF1" w:rsidRDefault="00310802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310802" w:rsidRPr="00131EF1" w:rsidRDefault="00310802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10802" w:rsidRDefault="00310802" w:rsidP="00E36B8A"/>
    <w:p w:rsidR="00310802" w:rsidRPr="00263106" w:rsidRDefault="00310802" w:rsidP="00E36B8A"/>
    <w:p w:rsidR="00310802" w:rsidRDefault="00310802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310802" w:rsidRPr="004A3053" w:rsidTr="00131EF1">
        <w:trPr>
          <w:jc w:val="center"/>
        </w:trPr>
        <w:tc>
          <w:tcPr>
            <w:tcW w:w="1188" w:type="dxa"/>
          </w:tcPr>
          <w:p w:rsidR="00310802" w:rsidRPr="004A3053" w:rsidRDefault="00310802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310802" w:rsidRPr="004A3053" w:rsidRDefault="00310802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310802" w:rsidRPr="00DA5573" w:rsidRDefault="00310802" w:rsidP="00DA5573">
      <w:pPr>
        <w:jc w:val="center"/>
      </w:pPr>
    </w:p>
    <w:p w:rsidR="00310802" w:rsidRDefault="00310802"/>
    <w:sectPr w:rsidR="00310802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131EF1"/>
    <w:rsid w:val="001762A6"/>
    <w:rsid w:val="001C34A0"/>
    <w:rsid w:val="00241546"/>
    <w:rsid w:val="00263106"/>
    <w:rsid w:val="002B1923"/>
    <w:rsid w:val="00310802"/>
    <w:rsid w:val="00381127"/>
    <w:rsid w:val="00391F29"/>
    <w:rsid w:val="004518B1"/>
    <w:rsid w:val="00484815"/>
    <w:rsid w:val="004A3053"/>
    <w:rsid w:val="004B0055"/>
    <w:rsid w:val="004C4E03"/>
    <w:rsid w:val="004D106D"/>
    <w:rsid w:val="00555D5F"/>
    <w:rsid w:val="00582EFA"/>
    <w:rsid w:val="00616701"/>
    <w:rsid w:val="00694E0B"/>
    <w:rsid w:val="006A2536"/>
    <w:rsid w:val="00764D37"/>
    <w:rsid w:val="00874E12"/>
    <w:rsid w:val="008871D3"/>
    <w:rsid w:val="008A182D"/>
    <w:rsid w:val="008B208A"/>
    <w:rsid w:val="008F09FB"/>
    <w:rsid w:val="009308A6"/>
    <w:rsid w:val="009373A6"/>
    <w:rsid w:val="009D2A50"/>
    <w:rsid w:val="009E577F"/>
    <w:rsid w:val="009F58BC"/>
    <w:rsid w:val="00A9432F"/>
    <w:rsid w:val="00AF366C"/>
    <w:rsid w:val="00B40BFD"/>
    <w:rsid w:val="00B416C9"/>
    <w:rsid w:val="00BC58A3"/>
    <w:rsid w:val="00C00428"/>
    <w:rsid w:val="00C16652"/>
    <w:rsid w:val="00D07688"/>
    <w:rsid w:val="00DA5573"/>
    <w:rsid w:val="00DC4AD7"/>
    <w:rsid w:val="00DF6437"/>
    <w:rsid w:val="00E36B8A"/>
    <w:rsid w:val="00E50E07"/>
    <w:rsid w:val="00E552DE"/>
    <w:rsid w:val="00E8285D"/>
    <w:rsid w:val="00EE6613"/>
    <w:rsid w:val="00FC0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49</Words>
  <Characters>284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12</cp:revision>
  <dcterms:created xsi:type="dcterms:W3CDTF">2014-12-27T18:49:00Z</dcterms:created>
  <dcterms:modified xsi:type="dcterms:W3CDTF">2020-02-04T12:14:00Z</dcterms:modified>
</cp:coreProperties>
</file>