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AC" w:rsidRDefault="00EA6EA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EA6EAC" w:rsidRDefault="00EA6EAC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EA6EAC" w:rsidRPr="00C57F34" w:rsidRDefault="00EA6EAC" w:rsidP="00521C56">
      <w:pPr>
        <w:spacing w:line="360" w:lineRule="auto"/>
        <w:jc w:val="center"/>
        <w:rPr>
          <w:b/>
          <w:sz w:val="28"/>
          <w:szCs w:val="28"/>
        </w:rPr>
      </w:pPr>
      <w:r w:rsidRPr="00C57F3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Буратино и компания</w:t>
      </w:r>
      <w:r w:rsidRPr="00C57F34">
        <w:rPr>
          <w:b/>
          <w:sz w:val="28"/>
          <w:szCs w:val="28"/>
        </w:rPr>
        <w:t>»</w:t>
      </w:r>
      <w:r w:rsidRPr="00C57F34">
        <w:rPr>
          <w:rStyle w:val="PageNumber"/>
          <w:b/>
          <w:bCs/>
          <w:i/>
          <w:color w:val="000000"/>
          <w:sz w:val="28"/>
          <w:szCs w:val="28"/>
        </w:rPr>
        <w:t xml:space="preserve"> </w:t>
      </w:r>
    </w:p>
    <w:p w:rsidR="00EA6EAC" w:rsidRDefault="00EA6EAC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EA6EAC" w:rsidTr="00131EF1"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A6EAC" w:rsidTr="00131EF1"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A6EAC" w:rsidTr="00131EF1"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EA6EAC" w:rsidRPr="00131EF1" w:rsidRDefault="00EA6EA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A6EAC" w:rsidRDefault="00EA6EAC" w:rsidP="00E36B8A"/>
    <w:p w:rsidR="00EA6EAC" w:rsidRPr="00263106" w:rsidRDefault="00EA6EAC" w:rsidP="00E36B8A"/>
    <w:p w:rsidR="00EA6EAC" w:rsidRDefault="00EA6EAC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EA6EAC" w:rsidRPr="004A3053" w:rsidTr="00131EF1">
        <w:trPr>
          <w:jc w:val="center"/>
        </w:trPr>
        <w:tc>
          <w:tcPr>
            <w:tcW w:w="1188" w:type="dxa"/>
          </w:tcPr>
          <w:p w:rsidR="00EA6EAC" w:rsidRPr="004A3053" w:rsidRDefault="00EA6EA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EA6EAC" w:rsidRPr="004A3053" w:rsidRDefault="00EA6EAC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A6EAC" w:rsidRPr="00DA5573" w:rsidRDefault="00EA6EAC" w:rsidP="00DA5573">
      <w:pPr>
        <w:jc w:val="center"/>
      </w:pPr>
    </w:p>
    <w:p w:rsidR="00EA6EAC" w:rsidRDefault="00EA6EAC"/>
    <w:sectPr w:rsidR="00EA6EAC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654E2"/>
    <w:rsid w:val="00073F06"/>
    <w:rsid w:val="00117FD6"/>
    <w:rsid w:val="00131EF1"/>
    <w:rsid w:val="00167FCC"/>
    <w:rsid w:val="001762A6"/>
    <w:rsid w:val="001C34A0"/>
    <w:rsid w:val="001E4D09"/>
    <w:rsid w:val="00263106"/>
    <w:rsid w:val="002B1923"/>
    <w:rsid w:val="003561DB"/>
    <w:rsid w:val="00381127"/>
    <w:rsid w:val="004544F8"/>
    <w:rsid w:val="00454F1E"/>
    <w:rsid w:val="004A3053"/>
    <w:rsid w:val="004B621F"/>
    <w:rsid w:val="004C0DB7"/>
    <w:rsid w:val="004D106D"/>
    <w:rsid w:val="00521C56"/>
    <w:rsid w:val="00555D5F"/>
    <w:rsid w:val="00582EFA"/>
    <w:rsid w:val="005947A9"/>
    <w:rsid w:val="006078B9"/>
    <w:rsid w:val="00614617"/>
    <w:rsid w:val="00691ED7"/>
    <w:rsid w:val="00694E0B"/>
    <w:rsid w:val="006A2536"/>
    <w:rsid w:val="006B0B3C"/>
    <w:rsid w:val="00730F65"/>
    <w:rsid w:val="00772F2C"/>
    <w:rsid w:val="007D141A"/>
    <w:rsid w:val="00874E12"/>
    <w:rsid w:val="008A182D"/>
    <w:rsid w:val="008B208A"/>
    <w:rsid w:val="009373A6"/>
    <w:rsid w:val="009D2A50"/>
    <w:rsid w:val="009E6BA2"/>
    <w:rsid w:val="009F58BC"/>
    <w:rsid w:val="00A9432F"/>
    <w:rsid w:val="00AD57A1"/>
    <w:rsid w:val="00B416C9"/>
    <w:rsid w:val="00BC58A3"/>
    <w:rsid w:val="00BF57EA"/>
    <w:rsid w:val="00C16652"/>
    <w:rsid w:val="00C57F34"/>
    <w:rsid w:val="00C97432"/>
    <w:rsid w:val="00CA2796"/>
    <w:rsid w:val="00D0540E"/>
    <w:rsid w:val="00D361DF"/>
    <w:rsid w:val="00DA5573"/>
    <w:rsid w:val="00E36B8A"/>
    <w:rsid w:val="00E462D6"/>
    <w:rsid w:val="00E50E07"/>
    <w:rsid w:val="00E552DE"/>
    <w:rsid w:val="00E97E9A"/>
    <w:rsid w:val="00EA6EAC"/>
    <w:rsid w:val="00EC1188"/>
    <w:rsid w:val="00EE6613"/>
    <w:rsid w:val="00F140C3"/>
    <w:rsid w:val="00F43A08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4544F8"/>
    <w:rPr>
      <w:rFonts w:ascii="Times New Roman" w:hAnsi="Times New Roman" w:cs="Times New Roman"/>
      <w:i/>
      <w:iCs/>
    </w:rPr>
  </w:style>
  <w:style w:type="character" w:styleId="PageNumber">
    <w:name w:val="page number"/>
    <w:basedOn w:val="DefaultParagraphFont"/>
    <w:uiPriority w:val="99"/>
    <w:rsid w:val="00C57F3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53</Words>
  <Characters>305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15</cp:revision>
  <dcterms:created xsi:type="dcterms:W3CDTF">2014-12-27T18:49:00Z</dcterms:created>
  <dcterms:modified xsi:type="dcterms:W3CDTF">2020-02-05T05:08:00Z</dcterms:modified>
</cp:coreProperties>
</file>