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98C" w:rsidRDefault="0008198C" w:rsidP="00E36B8A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Бланк ответов</w:t>
      </w:r>
    </w:p>
    <w:p w:rsidR="0008198C" w:rsidRDefault="0008198C" w:rsidP="00521C56">
      <w:pPr>
        <w:spacing w:line="360" w:lineRule="auto"/>
        <w:jc w:val="center"/>
        <w:rPr>
          <w:b/>
          <w:sz w:val="28"/>
          <w:szCs w:val="28"/>
        </w:rPr>
      </w:pPr>
      <w:r w:rsidRPr="009F58BC">
        <w:rPr>
          <w:b/>
          <w:sz w:val="28"/>
          <w:szCs w:val="28"/>
        </w:rPr>
        <w:t>Международн</w:t>
      </w:r>
      <w:r>
        <w:rPr>
          <w:b/>
          <w:sz w:val="28"/>
          <w:szCs w:val="28"/>
        </w:rPr>
        <w:t>ого</w:t>
      </w:r>
      <w:r w:rsidRPr="009F58BC">
        <w:rPr>
          <w:b/>
          <w:sz w:val="28"/>
          <w:szCs w:val="28"/>
        </w:rPr>
        <w:t xml:space="preserve"> интеллектуальн</w:t>
      </w:r>
      <w:r>
        <w:rPr>
          <w:b/>
          <w:sz w:val="28"/>
          <w:szCs w:val="28"/>
        </w:rPr>
        <w:t>ого</w:t>
      </w:r>
      <w:r w:rsidRPr="009F58BC">
        <w:rPr>
          <w:b/>
          <w:sz w:val="28"/>
          <w:szCs w:val="28"/>
        </w:rPr>
        <w:t xml:space="preserve"> блиц-турнир</w:t>
      </w:r>
      <w:r>
        <w:rPr>
          <w:b/>
          <w:sz w:val="28"/>
          <w:szCs w:val="28"/>
        </w:rPr>
        <w:t>а</w:t>
      </w:r>
      <w:r w:rsidRPr="009F58BC">
        <w:rPr>
          <w:b/>
          <w:sz w:val="28"/>
          <w:szCs w:val="28"/>
        </w:rPr>
        <w:t xml:space="preserve"> для дошкольников </w:t>
      </w:r>
      <w:r w:rsidRPr="00CA2796">
        <w:rPr>
          <w:b/>
          <w:sz w:val="28"/>
          <w:szCs w:val="28"/>
        </w:rPr>
        <w:t>и учащихся 1-</w:t>
      </w:r>
      <w:r>
        <w:rPr>
          <w:b/>
          <w:sz w:val="28"/>
          <w:szCs w:val="28"/>
        </w:rPr>
        <w:t>7</w:t>
      </w:r>
      <w:r w:rsidRPr="00CA2796">
        <w:rPr>
          <w:b/>
          <w:sz w:val="28"/>
          <w:szCs w:val="28"/>
        </w:rPr>
        <w:t>-х классов</w:t>
      </w:r>
    </w:p>
    <w:p w:rsidR="0008198C" w:rsidRPr="00D83520" w:rsidRDefault="0008198C" w:rsidP="00E33F29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352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В гостях у кузнеца</w:t>
      </w:r>
      <w:r w:rsidRPr="00D83520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08198C" w:rsidRPr="00CA2796" w:rsidRDefault="0008198C" w:rsidP="00521C56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08198C" w:rsidRDefault="0008198C" w:rsidP="00E36B8A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5"/>
      </w:tblGrid>
      <w:tr w:rsidR="0008198C" w:rsidTr="00131EF1">
        <w:tc>
          <w:tcPr>
            <w:tcW w:w="4785" w:type="dxa"/>
          </w:tcPr>
          <w:p w:rsidR="0008198C" w:rsidRPr="00131EF1" w:rsidRDefault="0008198C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ФИО участника</w:t>
            </w:r>
          </w:p>
        </w:tc>
        <w:tc>
          <w:tcPr>
            <w:tcW w:w="4785" w:type="dxa"/>
          </w:tcPr>
          <w:p w:rsidR="0008198C" w:rsidRPr="00131EF1" w:rsidRDefault="0008198C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08198C" w:rsidTr="00131EF1">
        <w:tc>
          <w:tcPr>
            <w:tcW w:w="4785" w:type="dxa"/>
          </w:tcPr>
          <w:p w:rsidR="0008198C" w:rsidRPr="00131EF1" w:rsidRDefault="0008198C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Наименование образовательного учреждения, город</w:t>
            </w:r>
          </w:p>
        </w:tc>
        <w:tc>
          <w:tcPr>
            <w:tcW w:w="4785" w:type="dxa"/>
          </w:tcPr>
          <w:p w:rsidR="0008198C" w:rsidRPr="00131EF1" w:rsidRDefault="0008198C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08198C" w:rsidTr="00131EF1">
        <w:tc>
          <w:tcPr>
            <w:tcW w:w="4785" w:type="dxa"/>
          </w:tcPr>
          <w:p w:rsidR="0008198C" w:rsidRPr="00131EF1" w:rsidRDefault="0008198C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ФИО педагога (руководителя)</w:t>
            </w:r>
          </w:p>
        </w:tc>
        <w:tc>
          <w:tcPr>
            <w:tcW w:w="4785" w:type="dxa"/>
          </w:tcPr>
          <w:p w:rsidR="0008198C" w:rsidRPr="00131EF1" w:rsidRDefault="0008198C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08198C" w:rsidRDefault="0008198C" w:rsidP="00E36B8A"/>
    <w:p w:rsidR="0008198C" w:rsidRPr="00263106" w:rsidRDefault="0008198C" w:rsidP="00E36B8A"/>
    <w:p w:rsidR="0008198C" w:rsidRDefault="0008198C" w:rsidP="00E36B8A"/>
    <w:tbl>
      <w:tblPr>
        <w:tblW w:w="9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8384"/>
      </w:tblGrid>
      <w:tr w:rsidR="0008198C" w:rsidRPr="004A3053" w:rsidTr="00131EF1">
        <w:trPr>
          <w:jc w:val="center"/>
        </w:trPr>
        <w:tc>
          <w:tcPr>
            <w:tcW w:w="1188" w:type="dxa"/>
          </w:tcPr>
          <w:p w:rsidR="0008198C" w:rsidRPr="004A3053" w:rsidRDefault="0008198C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8384" w:type="dxa"/>
          </w:tcPr>
          <w:p w:rsidR="0008198C" w:rsidRPr="004A3053" w:rsidRDefault="0008198C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Ответ</w:t>
            </w:r>
          </w:p>
        </w:tc>
      </w:tr>
      <w:tr w:rsidR="0008198C" w:rsidRPr="004A3053" w:rsidTr="00131EF1">
        <w:trPr>
          <w:jc w:val="center"/>
        </w:trPr>
        <w:tc>
          <w:tcPr>
            <w:tcW w:w="1188" w:type="dxa"/>
          </w:tcPr>
          <w:p w:rsidR="0008198C" w:rsidRPr="004A3053" w:rsidRDefault="0008198C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384" w:type="dxa"/>
          </w:tcPr>
          <w:p w:rsidR="0008198C" w:rsidRPr="004A3053" w:rsidRDefault="0008198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8198C" w:rsidRPr="004A3053" w:rsidTr="00131EF1">
        <w:trPr>
          <w:jc w:val="center"/>
        </w:trPr>
        <w:tc>
          <w:tcPr>
            <w:tcW w:w="1188" w:type="dxa"/>
          </w:tcPr>
          <w:p w:rsidR="0008198C" w:rsidRPr="004A3053" w:rsidRDefault="0008198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</w:t>
            </w:r>
          </w:p>
        </w:tc>
        <w:tc>
          <w:tcPr>
            <w:tcW w:w="8384" w:type="dxa"/>
          </w:tcPr>
          <w:p w:rsidR="0008198C" w:rsidRPr="004A3053" w:rsidRDefault="0008198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8198C" w:rsidRPr="004A3053" w:rsidTr="00131EF1">
        <w:trPr>
          <w:jc w:val="center"/>
        </w:trPr>
        <w:tc>
          <w:tcPr>
            <w:tcW w:w="1188" w:type="dxa"/>
          </w:tcPr>
          <w:p w:rsidR="0008198C" w:rsidRPr="004A3053" w:rsidRDefault="0008198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3</w:t>
            </w:r>
          </w:p>
        </w:tc>
        <w:tc>
          <w:tcPr>
            <w:tcW w:w="8384" w:type="dxa"/>
          </w:tcPr>
          <w:p w:rsidR="0008198C" w:rsidRPr="004A3053" w:rsidRDefault="0008198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8198C" w:rsidRPr="004A3053" w:rsidTr="00131EF1">
        <w:trPr>
          <w:jc w:val="center"/>
        </w:trPr>
        <w:tc>
          <w:tcPr>
            <w:tcW w:w="1188" w:type="dxa"/>
          </w:tcPr>
          <w:p w:rsidR="0008198C" w:rsidRPr="004A3053" w:rsidRDefault="0008198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4</w:t>
            </w:r>
          </w:p>
        </w:tc>
        <w:tc>
          <w:tcPr>
            <w:tcW w:w="8384" w:type="dxa"/>
          </w:tcPr>
          <w:p w:rsidR="0008198C" w:rsidRPr="004A3053" w:rsidRDefault="0008198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8198C" w:rsidRPr="004A3053" w:rsidTr="00131EF1">
        <w:trPr>
          <w:jc w:val="center"/>
        </w:trPr>
        <w:tc>
          <w:tcPr>
            <w:tcW w:w="1188" w:type="dxa"/>
          </w:tcPr>
          <w:p w:rsidR="0008198C" w:rsidRPr="004A3053" w:rsidRDefault="0008198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5</w:t>
            </w:r>
          </w:p>
        </w:tc>
        <w:tc>
          <w:tcPr>
            <w:tcW w:w="8384" w:type="dxa"/>
          </w:tcPr>
          <w:p w:rsidR="0008198C" w:rsidRPr="004A3053" w:rsidRDefault="0008198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8198C" w:rsidRPr="004A3053" w:rsidTr="00131EF1">
        <w:trPr>
          <w:jc w:val="center"/>
        </w:trPr>
        <w:tc>
          <w:tcPr>
            <w:tcW w:w="1188" w:type="dxa"/>
          </w:tcPr>
          <w:p w:rsidR="0008198C" w:rsidRPr="004A3053" w:rsidRDefault="0008198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6</w:t>
            </w:r>
          </w:p>
        </w:tc>
        <w:tc>
          <w:tcPr>
            <w:tcW w:w="8384" w:type="dxa"/>
          </w:tcPr>
          <w:p w:rsidR="0008198C" w:rsidRPr="004A3053" w:rsidRDefault="0008198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8198C" w:rsidRPr="004A3053" w:rsidTr="00131EF1">
        <w:trPr>
          <w:jc w:val="center"/>
        </w:trPr>
        <w:tc>
          <w:tcPr>
            <w:tcW w:w="1188" w:type="dxa"/>
          </w:tcPr>
          <w:p w:rsidR="0008198C" w:rsidRPr="004A3053" w:rsidRDefault="0008198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7</w:t>
            </w:r>
          </w:p>
        </w:tc>
        <w:tc>
          <w:tcPr>
            <w:tcW w:w="8384" w:type="dxa"/>
          </w:tcPr>
          <w:p w:rsidR="0008198C" w:rsidRPr="004A3053" w:rsidRDefault="0008198C" w:rsidP="00131EF1">
            <w:pPr>
              <w:pStyle w:val="NormalWeb"/>
              <w:spacing w:before="0" w:beforeAutospacing="0" w:after="0" w:afterAutospacing="0"/>
              <w:ind w:firstLine="72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8198C" w:rsidRPr="004A3053" w:rsidTr="00131EF1">
        <w:trPr>
          <w:jc w:val="center"/>
        </w:trPr>
        <w:tc>
          <w:tcPr>
            <w:tcW w:w="1188" w:type="dxa"/>
          </w:tcPr>
          <w:p w:rsidR="0008198C" w:rsidRPr="004A3053" w:rsidRDefault="0008198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8</w:t>
            </w:r>
          </w:p>
        </w:tc>
        <w:tc>
          <w:tcPr>
            <w:tcW w:w="8384" w:type="dxa"/>
          </w:tcPr>
          <w:p w:rsidR="0008198C" w:rsidRPr="004A3053" w:rsidRDefault="0008198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8198C" w:rsidRPr="004A3053" w:rsidTr="00131EF1">
        <w:trPr>
          <w:jc w:val="center"/>
        </w:trPr>
        <w:tc>
          <w:tcPr>
            <w:tcW w:w="1188" w:type="dxa"/>
          </w:tcPr>
          <w:p w:rsidR="0008198C" w:rsidRPr="004A3053" w:rsidRDefault="0008198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9</w:t>
            </w:r>
          </w:p>
        </w:tc>
        <w:tc>
          <w:tcPr>
            <w:tcW w:w="8384" w:type="dxa"/>
          </w:tcPr>
          <w:p w:rsidR="0008198C" w:rsidRPr="004A3053" w:rsidRDefault="0008198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8198C" w:rsidRPr="004A3053" w:rsidTr="00131EF1">
        <w:trPr>
          <w:jc w:val="center"/>
        </w:trPr>
        <w:tc>
          <w:tcPr>
            <w:tcW w:w="1188" w:type="dxa"/>
          </w:tcPr>
          <w:p w:rsidR="0008198C" w:rsidRPr="004A3053" w:rsidRDefault="0008198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10</w:t>
            </w:r>
          </w:p>
        </w:tc>
        <w:tc>
          <w:tcPr>
            <w:tcW w:w="8384" w:type="dxa"/>
          </w:tcPr>
          <w:p w:rsidR="0008198C" w:rsidRPr="004A3053" w:rsidRDefault="0008198C" w:rsidP="00131EF1">
            <w:pPr>
              <w:pStyle w:val="NormalWeb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8198C" w:rsidRPr="004A3053" w:rsidTr="00131EF1">
        <w:trPr>
          <w:jc w:val="center"/>
        </w:trPr>
        <w:tc>
          <w:tcPr>
            <w:tcW w:w="1188" w:type="dxa"/>
          </w:tcPr>
          <w:p w:rsidR="0008198C" w:rsidRPr="004A3053" w:rsidRDefault="0008198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11</w:t>
            </w:r>
          </w:p>
        </w:tc>
        <w:tc>
          <w:tcPr>
            <w:tcW w:w="8384" w:type="dxa"/>
          </w:tcPr>
          <w:p w:rsidR="0008198C" w:rsidRPr="004A3053" w:rsidRDefault="0008198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8198C" w:rsidRPr="004A3053" w:rsidTr="00131EF1">
        <w:trPr>
          <w:jc w:val="center"/>
        </w:trPr>
        <w:tc>
          <w:tcPr>
            <w:tcW w:w="1188" w:type="dxa"/>
          </w:tcPr>
          <w:p w:rsidR="0008198C" w:rsidRPr="004A3053" w:rsidRDefault="0008198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12</w:t>
            </w:r>
          </w:p>
        </w:tc>
        <w:tc>
          <w:tcPr>
            <w:tcW w:w="8384" w:type="dxa"/>
          </w:tcPr>
          <w:p w:rsidR="0008198C" w:rsidRPr="004A3053" w:rsidRDefault="0008198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8198C" w:rsidRPr="004A3053" w:rsidTr="00131EF1">
        <w:trPr>
          <w:jc w:val="center"/>
        </w:trPr>
        <w:tc>
          <w:tcPr>
            <w:tcW w:w="1188" w:type="dxa"/>
          </w:tcPr>
          <w:p w:rsidR="0008198C" w:rsidRPr="004A3053" w:rsidRDefault="0008198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13</w:t>
            </w:r>
          </w:p>
        </w:tc>
        <w:tc>
          <w:tcPr>
            <w:tcW w:w="8384" w:type="dxa"/>
          </w:tcPr>
          <w:p w:rsidR="0008198C" w:rsidRPr="004A3053" w:rsidRDefault="0008198C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8198C" w:rsidRPr="004A3053" w:rsidTr="00131EF1">
        <w:trPr>
          <w:jc w:val="center"/>
        </w:trPr>
        <w:tc>
          <w:tcPr>
            <w:tcW w:w="1188" w:type="dxa"/>
          </w:tcPr>
          <w:p w:rsidR="0008198C" w:rsidRPr="004A3053" w:rsidRDefault="0008198C" w:rsidP="00131EF1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8384" w:type="dxa"/>
          </w:tcPr>
          <w:p w:rsidR="0008198C" w:rsidRPr="004A3053" w:rsidRDefault="0008198C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8198C" w:rsidRPr="004A3053" w:rsidTr="00131EF1">
        <w:trPr>
          <w:jc w:val="center"/>
        </w:trPr>
        <w:tc>
          <w:tcPr>
            <w:tcW w:w="1188" w:type="dxa"/>
          </w:tcPr>
          <w:p w:rsidR="0008198C" w:rsidRPr="004A3053" w:rsidRDefault="0008198C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15</w:t>
            </w:r>
          </w:p>
        </w:tc>
        <w:tc>
          <w:tcPr>
            <w:tcW w:w="8384" w:type="dxa"/>
          </w:tcPr>
          <w:p w:rsidR="0008198C" w:rsidRPr="004A3053" w:rsidRDefault="0008198C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8198C" w:rsidRPr="004A3053" w:rsidTr="00131EF1">
        <w:trPr>
          <w:jc w:val="center"/>
        </w:trPr>
        <w:tc>
          <w:tcPr>
            <w:tcW w:w="1188" w:type="dxa"/>
          </w:tcPr>
          <w:p w:rsidR="0008198C" w:rsidRPr="004A3053" w:rsidRDefault="0008198C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16</w:t>
            </w:r>
          </w:p>
        </w:tc>
        <w:tc>
          <w:tcPr>
            <w:tcW w:w="8384" w:type="dxa"/>
          </w:tcPr>
          <w:p w:rsidR="0008198C" w:rsidRPr="004A3053" w:rsidRDefault="0008198C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8198C" w:rsidRPr="004A3053" w:rsidTr="00131EF1">
        <w:trPr>
          <w:jc w:val="center"/>
        </w:trPr>
        <w:tc>
          <w:tcPr>
            <w:tcW w:w="1188" w:type="dxa"/>
          </w:tcPr>
          <w:p w:rsidR="0008198C" w:rsidRPr="004A3053" w:rsidRDefault="0008198C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17</w:t>
            </w:r>
          </w:p>
        </w:tc>
        <w:tc>
          <w:tcPr>
            <w:tcW w:w="8384" w:type="dxa"/>
          </w:tcPr>
          <w:p w:rsidR="0008198C" w:rsidRPr="004A3053" w:rsidRDefault="0008198C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8198C" w:rsidRPr="004A3053" w:rsidTr="00131EF1">
        <w:trPr>
          <w:jc w:val="center"/>
        </w:trPr>
        <w:tc>
          <w:tcPr>
            <w:tcW w:w="1188" w:type="dxa"/>
          </w:tcPr>
          <w:p w:rsidR="0008198C" w:rsidRPr="004A3053" w:rsidRDefault="0008198C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18</w:t>
            </w:r>
          </w:p>
        </w:tc>
        <w:tc>
          <w:tcPr>
            <w:tcW w:w="8384" w:type="dxa"/>
          </w:tcPr>
          <w:p w:rsidR="0008198C" w:rsidRPr="004A3053" w:rsidRDefault="0008198C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8198C" w:rsidRPr="004A3053" w:rsidTr="00131EF1">
        <w:trPr>
          <w:jc w:val="center"/>
        </w:trPr>
        <w:tc>
          <w:tcPr>
            <w:tcW w:w="1188" w:type="dxa"/>
          </w:tcPr>
          <w:p w:rsidR="0008198C" w:rsidRPr="004A3053" w:rsidRDefault="0008198C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19</w:t>
            </w:r>
          </w:p>
        </w:tc>
        <w:tc>
          <w:tcPr>
            <w:tcW w:w="8384" w:type="dxa"/>
          </w:tcPr>
          <w:p w:rsidR="0008198C" w:rsidRPr="004A3053" w:rsidRDefault="0008198C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8198C" w:rsidRPr="004A3053" w:rsidTr="00131EF1">
        <w:trPr>
          <w:jc w:val="center"/>
        </w:trPr>
        <w:tc>
          <w:tcPr>
            <w:tcW w:w="1188" w:type="dxa"/>
          </w:tcPr>
          <w:p w:rsidR="0008198C" w:rsidRPr="004A3053" w:rsidRDefault="0008198C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20</w:t>
            </w:r>
          </w:p>
        </w:tc>
        <w:tc>
          <w:tcPr>
            <w:tcW w:w="8384" w:type="dxa"/>
          </w:tcPr>
          <w:p w:rsidR="0008198C" w:rsidRPr="004A3053" w:rsidRDefault="0008198C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8198C" w:rsidRPr="004A3053" w:rsidTr="00131EF1">
        <w:trPr>
          <w:jc w:val="center"/>
        </w:trPr>
        <w:tc>
          <w:tcPr>
            <w:tcW w:w="1188" w:type="dxa"/>
          </w:tcPr>
          <w:p w:rsidR="0008198C" w:rsidRPr="004A3053" w:rsidRDefault="0008198C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21</w:t>
            </w:r>
          </w:p>
        </w:tc>
        <w:tc>
          <w:tcPr>
            <w:tcW w:w="8384" w:type="dxa"/>
          </w:tcPr>
          <w:p w:rsidR="0008198C" w:rsidRPr="004A3053" w:rsidRDefault="0008198C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8198C" w:rsidRPr="004A3053" w:rsidTr="00131EF1">
        <w:trPr>
          <w:jc w:val="center"/>
        </w:trPr>
        <w:tc>
          <w:tcPr>
            <w:tcW w:w="1188" w:type="dxa"/>
          </w:tcPr>
          <w:p w:rsidR="0008198C" w:rsidRPr="004A3053" w:rsidRDefault="0008198C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22</w:t>
            </w:r>
          </w:p>
        </w:tc>
        <w:tc>
          <w:tcPr>
            <w:tcW w:w="8384" w:type="dxa"/>
          </w:tcPr>
          <w:p w:rsidR="0008198C" w:rsidRPr="004A3053" w:rsidRDefault="0008198C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8198C" w:rsidRPr="004A3053" w:rsidTr="00131EF1">
        <w:trPr>
          <w:jc w:val="center"/>
        </w:trPr>
        <w:tc>
          <w:tcPr>
            <w:tcW w:w="1188" w:type="dxa"/>
          </w:tcPr>
          <w:p w:rsidR="0008198C" w:rsidRPr="004A3053" w:rsidRDefault="0008198C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23</w:t>
            </w:r>
          </w:p>
        </w:tc>
        <w:tc>
          <w:tcPr>
            <w:tcW w:w="8384" w:type="dxa"/>
          </w:tcPr>
          <w:p w:rsidR="0008198C" w:rsidRPr="004A3053" w:rsidRDefault="0008198C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8198C" w:rsidRPr="004A3053" w:rsidTr="00131EF1">
        <w:trPr>
          <w:jc w:val="center"/>
        </w:trPr>
        <w:tc>
          <w:tcPr>
            <w:tcW w:w="1188" w:type="dxa"/>
          </w:tcPr>
          <w:p w:rsidR="0008198C" w:rsidRPr="004A3053" w:rsidRDefault="0008198C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24</w:t>
            </w:r>
          </w:p>
        </w:tc>
        <w:tc>
          <w:tcPr>
            <w:tcW w:w="8384" w:type="dxa"/>
          </w:tcPr>
          <w:p w:rsidR="0008198C" w:rsidRPr="004A3053" w:rsidRDefault="0008198C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8198C" w:rsidRPr="004A3053" w:rsidTr="00131EF1">
        <w:trPr>
          <w:jc w:val="center"/>
        </w:trPr>
        <w:tc>
          <w:tcPr>
            <w:tcW w:w="1188" w:type="dxa"/>
          </w:tcPr>
          <w:p w:rsidR="0008198C" w:rsidRPr="004A3053" w:rsidRDefault="0008198C" w:rsidP="00131EF1">
            <w:pPr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25</w:t>
            </w:r>
          </w:p>
        </w:tc>
        <w:tc>
          <w:tcPr>
            <w:tcW w:w="8384" w:type="dxa"/>
          </w:tcPr>
          <w:p w:rsidR="0008198C" w:rsidRPr="004A3053" w:rsidRDefault="0008198C" w:rsidP="00131EF1">
            <w:pPr>
              <w:jc w:val="center"/>
              <w:rPr>
                <w:sz w:val="28"/>
                <w:szCs w:val="28"/>
              </w:rPr>
            </w:pPr>
          </w:p>
        </w:tc>
      </w:tr>
      <w:tr w:rsidR="0008198C" w:rsidRPr="004A3053" w:rsidTr="00131EF1">
        <w:trPr>
          <w:jc w:val="center"/>
        </w:trPr>
        <w:tc>
          <w:tcPr>
            <w:tcW w:w="1188" w:type="dxa"/>
          </w:tcPr>
          <w:p w:rsidR="0008198C" w:rsidRPr="004A3053" w:rsidRDefault="0008198C" w:rsidP="00131EF1">
            <w:pPr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26</w:t>
            </w:r>
          </w:p>
        </w:tc>
        <w:tc>
          <w:tcPr>
            <w:tcW w:w="8384" w:type="dxa"/>
          </w:tcPr>
          <w:p w:rsidR="0008198C" w:rsidRPr="004A3053" w:rsidRDefault="0008198C" w:rsidP="00131EF1">
            <w:pPr>
              <w:jc w:val="center"/>
              <w:rPr>
                <w:sz w:val="28"/>
                <w:szCs w:val="28"/>
              </w:rPr>
            </w:pPr>
          </w:p>
        </w:tc>
      </w:tr>
    </w:tbl>
    <w:p w:rsidR="0008198C" w:rsidRPr="00DA5573" w:rsidRDefault="0008198C" w:rsidP="00DA5573">
      <w:pPr>
        <w:jc w:val="center"/>
      </w:pPr>
    </w:p>
    <w:p w:rsidR="0008198C" w:rsidRDefault="0008198C"/>
    <w:sectPr w:rsidR="0008198C" w:rsidSect="00A943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6B8A"/>
    <w:rsid w:val="00023BAD"/>
    <w:rsid w:val="0008198C"/>
    <w:rsid w:val="000D5742"/>
    <w:rsid w:val="00111194"/>
    <w:rsid w:val="00126CBF"/>
    <w:rsid w:val="00131EF1"/>
    <w:rsid w:val="001762A6"/>
    <w:rsid w:val="001846A9"/>
    <w:rsid w:val="001C34A0"/>
    <w:rsid w:val="001E3482"/>
    <w:rsid w:val="002132F5"/>
    <w:rsid w:val="00213475"/>
    <w:rsid w:val="00234694"/>
    <w:rsid w:val="00263106"/>
    <w:rsid w:val="00290AE0"/>
    <w:rsid w:val="002B1923"/>
    <w:rsid w:val="00342101"/>
    <w:rsid w:val="00381127"/>
    <w:rsid w:val="003B7571"/>
    <w:rsid w:val="004A3053"/>
    <w:rsid w:val="004B621F"/>
    <w:rsid w:val="004C0DB7"/>
    <w:rsid w:val="004D106D"/>
    <w:rsid w:val="004E2248"/>
    <w:rsid w:val="00521C56"/>
    <w:rsid w:val="00546C46"/>
    <w:rsid w:val="00555D5F"/>
    <w:rsid w:val="00582EFA"/>
    <w:rsid w:val="005D1838"/>
    <w:rsid w:val="00614617"/>
    <w:rsid w:val="00644584"/>
    <w:rsid w:val="006458E0"/>
    <w:rsid w:val="00694E0B"/>
    <w:rsid w:val="006A2536"/>
    <w:rsid w:val="00730F65"/>
    <w:rsid w:val="007854AD"/>
    <w:rsid w:val="007D141A"/>
    <w:rsid w:val="0087001F"/>
    <w:rsid w:val="00874E12"/>
    <w:rsid w:val="008A182D"/>
    <w:rsid w:val="008B208A"/>
    <w:rsid w:val="008C048F"/>
    <w:rsid w:val="008D05CF"/>
    <w:rsid w:val="008E5E11"/>
    <w:rsid w:val="009373A6"/>
    <w:rsid w:val="00952810"/>
    <w:rsid w:val="009D2A50"/>
    <w:rsid w:val="009F58BC"/>
    <w:rsid w:val="00A333ED"/>
    <w:rsid w:val="00A36991"/>
    <w:rsid w:val="00A76C3D"/>
    <w:rsid w:val="00A776D5"/>
    <w:rsid w:val="00A9432F"/>
    <w:rsid w:val="00AC1039"/>
    <w:rsid w:val="00B416C9"/>
    <w:rsid w:val="00BB7B28"/>
    <w:rsid w:val="00BC58A3"/>
    <w:rsid w:val="00C16652"/>
    <w:rsid w:val="00C27D90"/>
    <w:rsid w:val="00C739BD"/>
    <w:rsid w:val="00C73E1F"/>
    <w:rsid w:val="00C91B1F"/>
    <w:rsid w:val="00CA2796"/>
    <w:rsid w:val="00D361DF"/>
    <w:rsid w:val="00D83520"/>
    <w:rsid w:val="00DA5573"/>
    <w:rsid w:val="00DD2A03"/>
    <w:rsid w:val="00DD7BB9"/>
    <w:rsid w:val="00DE21A8"/>
    <w:rsid w:val="00E0799B"/>
    <w:rsid w:val="00E33F29"/>
    <w:rsid w:val="00E36B8A"/>
    <w:rsid w:val="00E4370B"/>
    <w:rsid w:val="00E50E07"/>
    <w:rsid w:val="00E552DE"/>
    <w:rsid w:val="00E7030E"/>
    <w:rsid w:val="00E97E9A"/>
    <w:rsid w:val="00EE6613"/>
    <w:rsid w:val="00F563F3"/>
    <w:rsid w:val="00FB3036"/>
    <w:rsid w:val="00FB3B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B8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36B8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36B8A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NormalWeb">
    <w:name w:val="Normal (Web)"/>
    <w:basedOn w:val="Normal"/>
    <w:uiPriority w:val="99"/>
    <w:rsid w:val="00E36B8A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99"/>
    <w:rsid w:val="00E36B8A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4785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2</Pages>
  <Words>53</Words>
  <Characters>304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SpecEnergo</cp:lastModifiedBy>
  <cp:revision>19</cp:revision>
  <dcterms:created xsi:type="dcterms:W3CDTF">2014-12-27T18:49:00Z</dcterms:created>
  <dcterms:modified xsi:type="dcterms:W3CDTF">2020-02-05T05:09:00Z</dcterms:modified>
</cp:coreProperties>
</file>