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01" w:rsidRDefault="00C31C01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C31C01" w:rsidRDefault="00C31C01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C31C01" w:rsidRPr="00A73982" w:rsidRDefault="00C31C01" w:rsidP="00351899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398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Всё о транспорте</w:t>
      </w:r>
      <w:r w:rsidRPr="00A7398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1C01" w:rsidRDefault="00C31C01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C31C01" w:rsidTr="00131EF1"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31C01" w:rsidTr="00131EF1"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31C01" w:rsidTr="00131EF1"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C31C01" w:rsidRPr="00131EF1" w:rsidRDefault="00C31C01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31C01" w:rsidRDefault="00C31C01" w:rsidP="00E36B8A"/>
    <w:p w:rsidR="00C31C01" w:rsidRPr="00263106" w:rsidRDefault="00C31C01" w:rsidP="00E36B8A"/>
    <w:p w:rsidR="00C31C01" w:rsidRDefault="00C31C01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C31C01" w:rsidRPr="004A3053" w:rsidTr="00131EF1">
        <w:trPr>
          <w:jc w:val="center"/>
        </w:trPr>
        <w:tc>
          <w:tcPr>
            <w:tcW w:w="1188" w:type="dxa"/>
          </w:tcPr>
          <w:p w:rsidR="00C31C01" w:rsidRPr="004A3053" w:rsidRDefault="00C31C01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C31C01" w:rsidRPr="004A3053" w:rsidRDefault="00C31C01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1C01" w:rsidRPr="00DA5573" w:rsidRDefault="00C31C01" w:rsidP="00DA5573">
      <w:pPr>
        <w:jc w:val="center"/>
      </w:pPr>
    </w:p>
    <w:p w:rsidR="00C31C01" w:rsidRDefault="00C31C01"/>
    <w:sectPr w:rsidR="00C31C01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76869"/>
    <w:rsid w:val="000D5605"/>
    <w:rsid w:val="000D5742"/>
    <w:rsid w:val="00111194"/>
    <w:rsid w:val="00131EF1"/>
    <w:rsid w:val="00144BD4"/>
    <w:rsid w:val="001762A6"/>
    <w:rsid w:val="001C34A0"/>
    <w:rsid w:val="001F4188"/>
    <w:rsid w:val="002132F5"/>
    <w:rsid w:val="00225442"/>
    <w:rsid w:val="002571F7"/>
    <w:rsid w:val="00263106"/>
    <w:rsid w:val="00272D56"/>
    <w:rsid w:val="002B1923"/>
    <w:rsid w:val="002E16F5"/>
    <w:rsid w:val="00342101"/>
    <w:rsid w:val="00351899"/>
    <w:rsid w:val="00381127"/>
    <w:rsid w:val="00402B02"/>
    <w:rsid w:val="00427418"/>
    <w:rsid w:val="004A3053"/>
    <w:rsid w:val="004B621F"/>
    <w:rsid w:val="004C0DB7"/>
    <w:rsid w:val="004D106D"/>
    <w:rsid w:val="00521C56"/>
    <w:rsid w:val="00555D5F"/>
    <w:rsid w:val="00582EFA"/>
    <w:rsid w:val="005A6A44"/>
    <w:rsid w:val="005F2134"/>
    <w:rsid w:val="006047FA"/>
    <w:rsid w:val="00614617"/>
    <w:rsid w:val="006434D7"/>
    <w:rsid w:val="00694E0B"/>
    <w:rsid w:val="006A2536"/>
    <w:rsid w:val="00730F65"/>
    <w:rsid w:val="007826A6"/>
    <w:rsid w:val="007854AD"/>
    <w:rsid w:val="007A0B46"/>
    <w:rsid w:val="007D141A"/>
    <w:rsid w:val="00833C46"/>
    <w:rsid w:val="0087001F"/>
    <w:rsid w:val="00874E12"/>
    <w:rsid w:val="008A182D"/>
    <w:rsid w:val="008B208A"/>
    <w:rsid w:val="008C7F2E"/>
    <w:rsid w:val="008E56D4"/>
    <w:rsid w:val="008F3BBA"/>
    <w:rsid w:val="009373A6"/>
    <w:rsid w:val="009D2A50"/>
    <w:rsid w:val="009F58BC"/>
    <w:rsid w:val="00A63827"/>
    <w:rsid w:val="00A73982"/>
    <w:rsid w:val="00A776D5"/>
    <w:rsid w:val="00A9432F"/>
    <w:rsid w:val="00AA1E96"/>
    <w:rsid w:val="00AC1039"/>
    <w:rsid w:val="00AE4C14"/>
    <w:rsid w:val="00B416C9"/>
    <w:rsid w:val="00BB7B28"/>
    <w:rsid w:val="00BC58A3"/>
    <w:rsid w:val="00BD72BE"/>
    <w:rsid w:val="00C160F6"/>
    <w:rsid w:val="00C16652"/>
    <w:rsid w:val="00C27D90"/>
    <w:rsid w:val="00C31C01"/>
    <w:rsid w:val="00C739BD"/>
    <w:rsid w:val="00C73E1F"/>
    <w:rsid w:val="00C91B1F"/>
    <w:rsid w:val="00CA2796"/>
    <w:rsid w:val="00D33AF9"/>
    <w:rsid w:val="00D361DF"/>
    <w:rsid w:val="00D642A8"/>
    <w:rsid w:val="00DA5573"/>
    <w:rsid w:val="00DD7BB9"/>
    <w:rsid w:val="00E0799B"/>
    <w:rsid w:val="00E36B8A"/>
    <w:rsid w:val="00E50E07"/>
    <w:rsid w:val="00E552DE"/>
    <w:rsid w:val="00E94219"/>
    <w:rsid w:val="00E97E9A"/>
    <w:rsid w:val="00EE6613"/>
    <w:rsid w:val="00F25643"/>
    <w:rsid w:val="00F90436"/>
    <w:rsid w:val="00FB3036"/>
    <w:rsid w:val="00FF2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0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52</Words>
  <Characters>303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20</cp:revision>
  <dcterms:created xsi:type="dcterms:W3CDTF">2014-12-27T18:49:00Z</dcterms:created>
  <dcterms:modified xsi:type="dcterms:W3CDTF">2020-02-05T05:14:00Z</dcterms:modified>
</cp:coreProperties>
</file>