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B9A" w:rsidRDefault="00212B9A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212B9A" w:rsidRDefault="00212B9A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</w:p>
    <w:p w:rsidR="00212B9A" w:rsidRDefault="00212B9A" w:rsidP="009E51D6">
      <w:pPr>
        <w:spacing w:line="360" w:lineRule="auto"/>
        <w:jc w:val="center"/>
        <w:rPr>
          <w:b/>
          <w:sz w:val="28"/>
          <w:szCs w:val="28"/>
          <w:highlight w:val="green"/>
        </w:rPr>
      </w:pPr>
      <w:r w:rsidRPr="00AD192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Домашние животные</w:t>
      </w:r>
      <w:r w:rsidRPr="00AD192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212B9A" w:rsidRDefault="00212B9A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212B9A" w:rsidTr="00131EF1">
        <w:tc>
          <w:tcPr>
            <w:tcW w:w="4785" w:type="dxa"/>
          </w:tcPr>
          <w:p w:rsidR="00212B9A" w:rsidRPr="00131EF1" w:rsidRDefault="00212B9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212B9A" w:rsidRPr="00131EF1" w:rsidRDefault="00212B9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12B9A" w:rsidTr="00131EF1">
        <w:tc>
          <w:tcPr>
            <w:tcW w:w="4785" w:type="dxa"/>
          </w:tcPr>
          <w:p w:rsidR="00212B9A" w:rsidRPr="00131EF1" w:rsidRDefault="00212B9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212B9A" w:rsidRPr="00131EF1" w:rsidRDefault="00212B9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12B9A" w:rsidTr="00131EF1">
        <w:tc>
          <w:tcPr>
            <w:tcW w:w="4785" w:type="dxa"/>
          </w:tcPr>
          <w:p w:rsidR="00212B9A" w:rsidRPr="00131EF1" w:rsidRDefault="00212B9A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212B9A" w:rsidRPr="00131EF1" w:rsidRDefault="00212B9A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12B9A" w:rsidRDefault="00212B9A" w:rsidP="00E36B8A"/>
    <w:p w:rsidR="00212B9A" w:rsidRPr="00263106" w:rsidRDefault="00212B9A" w:rsidP="00E36B8A"/>
    <w:p w:rsidR="00212B9A" w:rsidRDefault="00212B9A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212B9A" w:rsidRPr="004A3053" w:rsidTr="00131EF1">
        <w:trPr>
          <w:jc w:val="center"/>
        </w:trPr>
        <w:tc>
          <w:tcPr>
            <w:tcW w:w="1188" w:type="dxa"/>
          </w:tcPr>
          <w:p w:rsidR="00212B9A" w:rsidRPr="004A3053" w:rsidRDefault="00212B9A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212B9A" w:rsidRPr="004A3053" w:rsidRDefault="00212B9A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212B9A" w:rsidRPr="00DA5573" w:rsidRDefault="00212B9A" w:rsidP="00DA5573">
      <w:pPr>
        <w:jc w:val="center"/>
      </w:pPr>
    </w:p>
    <w:p w:rsidR="00212B9A" w:rsidRDefault="00212B9A"/>
    <w:sectPr w:rsidR="00212B9A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D318D"/>
    <w:rsid w:val="000D5742"/>
    <w:rsid w:val="00111194"/>
    <w:rsid w:val="00131EF1"/>
    <w:rsid w:val="001762A6"/>
    <w:rsid w:val="001C34A0"/>
    <w:rsid w:val="001D1042"/>
    <w:rsid w:val="001E3EA6"/>
    <w:rsid w:val="001F2A72"/>
    <w:rsid w:val="00212B9A"/>
    <w:rsid w:val="002132F5"/>
    <w:rsid w:val="00214C12"/>
    <w:rsid w:val="00263106"/>
    <w:rsid w:val="00284FBC"/>
    <w:rsid w:val="002B1923"/>
    <w:rsid w:val="003329EC"/>
    <w:rsid w:val="00342101"/>
    <w:rsid w:val="00381127"/>
    <w:rsid w:val="003A32A8"/>
    <w:rsid w:val="004557A8"/>
    <w:rsid w:val="0046002C"/>
    <w:rsid w:val="004A3053"/>
    <w:rsid w:val="004B254C"/>
    <w:rsid w:val="004B621F"/>
    <w:rsid w:val="004C0DB7"/>
    <w:rsid w:val="004C7DF0"/>
    <w:rsid w:val="004D106D"/>
    <w:rsid w:val="00511E15"/>
    <w:rsid w:val="00521C56"/>
    <w:rsid w:val="00555D5F"/>
    <w:rsid w:val="00582EFA"/>
    <w:rsid w:val="005D4EF8"/>
    <w:rsid w:val="00614617"/>
    <w:rsid w:val="00681B0E"/>
    <w:rsid w:val="00694E0B"/>
    <w:rsid w:val="006A2536"/>
    <w:rsid w:val="00730F65"/>
    <w:rsid w:val="007474F5"/>
    <w:rsid w:val="007854AD"/>
    <w:rsid w:val="007D141A"/>
    <w:rsid w:val="0087001F"/>
    <w:rsid w:val="00874E12"/>
    <w:rsid w:val="008A182D"/>
    <w:rsid w:val="008B208A"/>
    <w:rsid w:val="00931B55"/>
    <w:rsid w:val="009373A6"/>
    <w:rsid w:val="009D2A50"/>
    <w:rsid w:val="009E51D6"/>
    <w:rsid w:val="009F0651"/>
    <w:rsid w:val="009F58BC"/>
    <w:rsid w:val="00A0242A"/>
    <w:rsid w:val="00A776D5"/>
    <w:rsid w:val="00A9432F"/>
    <w:rsid w:val="00AC1039"/>
    <w:rsid w:val="00AD192A"/>
    <w:rsid w:val="00B416C9"/>
    <w:rsid w:val="00B63FC3"/>
    <w:rsid w:val="00BB7B28"/>
    <w:rsid w:val="00BC58A3"/>
    <w:rsid w:val="00C16652"/>
    <w:rsid w:val="00C27D90"/>
    <w:rsid w:val="00C731FB"/>
    <w:rsid w:val="00C739BD"/>
    <w:rsid w:val="00C73E1F"/>
    <w:rsid w:val="00C91B1F"/>
    <w:rsid w:val="00CA2796"/>
    <w:rsid w:val="00D2228C"/>
    <w:rsid w:val="00D361DF"/>
    <w:rsid w:val="00D76D5A"/>
    <w:rsid w:val="00DA5573"/>
    <w:rsid w:val="00DD7BB9"/>
    <w:rsid w:val="00E0799B"/>
    <w:rsid w:val="00E36B8A"/>
    <w:rsid w:val="00E50E07"/>
    <w:rsid w:val="00E552DE"/>
    <w:rsid w:val="00E97E9A"/>
    <w:rsid w:val="00EE6613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53</Words>
  <Characters>303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18</cp:revision>
  <dcterms:created xsi:type="dcterms:W3CDTF">2014-12-27T18:49:00Z</dcterms:created>
  <dcterms:modified xsi:type="dcterms:W3CDTF">2020-02-05T05:15:00Z</dcterms:modified>
</cp:coreProperties>
</file>