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C6" w:rsidRDefault="003961C6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3961C6" w:rsidRDefault="003961C6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>-х классов</w:t>
      </w:r>
      <w:r>
        <w:rPr>
          <w:b/>
          <w:sz w:val="28"/>
          <w:szCs w:val="28"/>
        </w:rPr>
        <w:t xml:space="preserve"> </w:t>
      </w:r>
    </w:p>
    <w:p w:rsidR="003961C6" w:rsidRDefault="003961C6" w:rsidP="009D5605">
      <w:pPr>
        <w:jc w:val="center"/>
        <w:rPr>
          <w:b/>
          <w:sz w:val="28"/>
          <w:szCs w:val="28"/>
        </w:rPr>
      </w:pPr>
      <w:r w:rsidRPr="00F1615E">
        <w:rPr>
          <w:b/>
          <w:sz w:val="28"/>
          <w:szCs w:val="28"/>
        </w:rPr>
        <w:t>«Зим</w:t>
      </w:r>
      <w:r>
        <w:rPr>
          <w:b/>
          <w:sz w:val="28"/>
          <w:szCs w:val="28"/>
        </w:rPr>
        <w:t>ние сказки</w:t>
      </w:r>
      <w:r w:rsidRPr="00F1615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3961C6" w:rsidRDefault="003961C6" w:rsidP="00521C56">
      <w:pPr>
        <w:spacing w:line="360" w:lineRule="auto"/>
        <w:jc w:val="center"/>
        <w:rPr>
          <w:b/>
          <w:sz w:val="28"/>
          <w:szCs w:val="28"/>
        </w:rPr>
      </w:pPr>
    </w:p>
    <w:p w:rsidR="003961C6" w:rsidRDefault="003961C6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3961C6" w:rsidTr="00131EF1">
        <w:tc>
          <w:tcPr>
            <w:tcW w:w="4785" w:type="dxa"/>
          </w:tcPr>
          <w:p w:rsidR="003961C6" w:rsidRPr="00131EF1" w:rsidRDefault="003961C6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3961C6" w:rsidRPr="00131EF1" w:rsidRDefault="003961C6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961C6" w:rsidTr="00131EF1">
        <w:tc>
          <w:tcPr>
            <w:tcW w:w="4785" w:type="dxa"/>
          </w:tcPr>
          <w:p w:rsidR="003961C6" w:rsidRPr="00131EF1" w:rsidRDefault="003961C6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3961C6" w:rsidRPr="00131EF1" w:rsidRDefault="003961C6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961C6" w:rsidTr="00131EF1">
        <w:tc>
          <w:tcPr>
            <w:tcW w:w="4785" w:type="dxa"/>
          </w:tcPr>
          <w:p w:rsidR="003961C6" w:rsidRPr="00131EF1" w:rsidRDefault="003961C6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3961C6" w:rsidRPr="00131EF1" w:rsidRDefault="003961C6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961C6" w:rsidRDefault="003961C6" w:rsidP="00E36B8A"/>
    <w:p w:rsidR="003961C6" w:rsidRPr="00263106" w:rsidRDefault="003961C6" w:rsidP="00E36B8A"/>
    <w:p w:rsidR="003961C6" w:rsidRDefault="003961C6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3961C6" w:rsidRPr="004A3053" w:rsidTr="00131EF1">
        <w:trPr>
          <w:jc w:val="center"/>
        </w:trPr>
        <w:tc>
          <w:tcPr>
            <w:tcW w:w="1188" w:type="dxa"/>
          </w:tcPr>
          <w:p w:rsidR="003961C6" w:rsidRPr="004A3053" w:rsidRDefault="003961C6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3961C6" w:rsidRPr="004A3053" w:rsidRDefault="003961C6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61C6" w:rsidRPr="00DA5573" w:rsidRDefault="003961C6" w:rsidP="00DA5573">
      <w:pPr>
        <w:jc w:val="center"/>
      </w:pPr>
    </w:p>
    <w:p w:rsidR="003961C6" w:rsidRDefault="003961C6"/>
    <w:sectPr w:rsidR="003961C6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53848"/>
    <w:rsid w:val="0008478D"/>
    <w:rsid w:val="000D5742"/>
    <w:rsid w:val="00131EF1"/>
    <w:rsid w:val="00146960"/>
    <w:rsid w:val="001762A6"/>
    <w:rsid w:val="001C34A0"/>
    <w:rsid w:val="002132F5"/>
    <w:rsid w:val="00263106"/>
    <w:rsid w:val="0026431C"/>
    <w:rsid w:val="002806E2"/>
    <w:rsid w:val="002B1923"/>
    <w:rsid w:val="002B4975"/>
    <w:rsid w:val="00342101"/>
    <w:rsid w:val="00381127"/>
    <w:rsid w:val="003961C6"/>
    <w:rsid w:val="003F5A0C"/>
    <w:rsid w:val="004A3053"/>
    <w:rsid w:val="004B621F"/>
    <w:rsid w:val="004C0DB7"/>
    <w:rsid w:val="004C6F50"/>
    <w:rsid w:val="004D106D"/>
    <w:rsid w:val="00521C56"/>
    <w:rsid w:val="00554FCC"/>
    <w:rsid w:val="00555D5F"/>
    <w:rsid w:val="00582EFA"/>
    <w:rsid w:val="0059205F"/>
    <w:rsid w:val="00614617"/>
    <w:rsid w:val="0069358C"/>
    <w:rsid w:val="00694E0B"/>
    <w:rsid w:val="006A2536"/>
    <w:rsid w:val="006C50C9"/>
    <w:rsid w:val="00730F65"/>
    <w:rsid w:val="007854AD"/>
    <w:rsid w:val="00790111"/>
    <w:rsid w:val="007D141A"/>
    <w:rsid w:val="007E2144"/>
    <w:rsid w:val="00850218"/>
    <w:rsid w:val="0087001F"/>
    <w:rsid w:val="00874E12"/>
    <w:rsid w:val="008A182D"/>
    <w:rsid w:val="008B208A"/>
    <w:rsid w:val="009373A6"/>
    <w:rsid w:val="009D2A50"/>
    <w:rsid w:val="009D5605"/>
    <w:rsid w:val="009F58BC"/>
    <w:rsid w:val="00A776D5"/>
    <w:rsid w:val="00A9432F"/>
    <w:rsid w:val="00AC1039"/>
    <w:rsid w:val="00AD72C1"/>
    <w:rsid w:val="00B416C9"/>
    <w:rsid w:val="00BC0218"/>
    <w:rsid w:val="00BC58A3"/>
    <w:rsid w:val="00C16652"/>
    <w:rsid w:val="00C27D90"/>
    <w:rsid w:val="00C739BD"/>
    <w:rsid w:val="00CA2796"/>
    <w:rsid w:val="00D361DF"/>
    <w:rsid w:val="00DA5573"/>
    <w:rsid w:val="00DB2D17"/>
    <w:rsid w:val="00E0799B"/>
    <w:rsid w:val="00E36B8A"/>
    <w:rsid w:val="00E50E07"/>
    <w:rsid w:val="00E552DE"/>
    <w:rsid w:val="00E8232D"/>
    <w:rsid w:val="00E97E9A"/>
    <w:rsid w:val="00EA017C"/>
    <w:rsid w:val="00EE6613"/>
    <w:rsid w:val="00F1615E"/>
    <w:rsid w:val="00F6125F"/>
    <w:rsid w:val="00FB3036"/>
    <w:rsid w:val="00FD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63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52</Words>
  <Characters>301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17</cp:revision>
  <dcterms:created xsi:type="dcterms:W3CDTF">2014-12-27T18:49:00Z</dcterms:created>
  <dcterms:modified xsi:type="dcterms:W3CDTF">2020-02-05T05:15:00Z</dcterms:modified>
</cp:coreProperties>
</file>