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0A" w:rsidRDefault="0016270A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16270A" w:rsidRDefault="0016270A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16270A" w:rsidRPr="008A6764" w:rsidRDefault="0016270A" w:rsidP="00115440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764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тех, кто живёт в лесу</w:t>
      </w:r>
      <w:r w:rsidRPr="008A676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270A" w:rsidRDefault="0016270A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16270A" w:rsidTr="00131EF1">
        <w:tc>
          <w:tcPr>
            <w:tcW w:w="4785" w:type="dxa"/>
          </w:tcPr>
          <w:p w:rsidR="0016270A" w:rsidRPr="00131EF1" w:rsidRDefault="0016270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16270A" w:rsidRPr="00131EF1" w:rsidRDefault="0016270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6270A" w:rsidTr="00131EF1">
        <w:tc>
          <w:tcPr>
            <w:tcW w:w="4785" w:type="dxa"/>
          </w:tcPr>
          <w:p w:rsidR="0016270A" w:rsidRPr="00131EF1" w:rsidRDefault="0016270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16270A" w:rsidRPr="00131EF1" w:rsidRDefault="0016270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6270A" w:rsidTr="00131EF1">
        <w:tc>
          <w:tcPr>
            <w:tcW w:w="4785" w:type="dxa"/>
          </w:tcPr>
          <w:p w:rsidR="0016270A" w:rsidRPr="00131EF1" w:rsidRDefault="0016270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16270A" w:rsidRPr="00131EF1" w:rsidRDefault="0016270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6270A" w:rsidRDefault="0016270A" w:rsidP="00E36B8A"/>
    <w:p w:rsidR="0016270A" w:rsidRPr="00263106" w:rsidRDefault="0016270A" w:rsidP="00E36B8A"/>
    <w:p w:rsidR="0016270A" w:rsidRDefault="0016270A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16270A" w:rsidRPr="004A3053" w:rsidTr="00131EF1">
        <w:trPr>
          <w:jc w:val="center"/>
        </w:trPr>
        <w:tc>
          <w:tcPr>
            <w:tcW w:w="1188" w:type="dxa"/>
          </w:tcPr>
          <w:p w:rsidR="0016270A" w:rsidRPr="004A3053" w:rsidRDefault="0016270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16270A" w:rsidRPr="004A3053" w:rsidRDefault="0016270A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270A" w:rsidRPr="00DA5573" w:rsidRDefault="0016270A" w:rsidP="00DA5573">
      <w:pPr>
        <w:jc w:val="center"/>
      </w:pPr>
    </w:p>
    <w:p w:rsidR="0016270A" w:rsidRDefault="0016270A"/>
    <w:sectPr w:rsidR="0016270A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D5742"/>
    <w:rsid w:val="00111194"/>
    <w:rsid w:val="00115440"/>
    <w:rsid w:val="00131EF1"/>
    <w:rsid w:val="00144BD4"/>
    <w:rsid w:val="001534DD"/>
    <w:rsid w:val="00162121"/>
    <w:rsid w:val="0016270A"/>
    <w:rsid w:val="00167785"/>
    <w:rsid w:val="001762A6"/>
    <w:rsid w:val="001C34A0"/>
    <w:rsid w:val="001D0D27"/>
    <w:rsid w:val="00212B0F"/>
    <w:rsid w:val="002132F5"/>
    <w:rsid w:val="00260110"/>
    <w:rsid w:val="00263106"/>
    <w:rsid w:val="002700AC"/>
    <w:rsid w:val="002B1923"/>
    <w:rsid w:val="003227E3"/>
    <w:rsid w:val="00342101"/>
    <w:rsid w:val="00381127"/>
    <w:rsid w:val="004A3053"/>
    <w:rsid w:val="004B621F"/>
    <w:rsid w:val="004C0DB7"/>
    <w:rsid w:val="004D106D"/>
    <w:rsid w:val="00521C56"/>
    <w:rsid w:val="00555D5F"/>
    <w:rsid w:val="00582EFA"/>
    <w:rsid w:val="00594738"/>
    <w:rsid w:val="005A0CE1"/>
    <w:rsid w:val="00614617"/>
    <w:rsid w:val="00694E0B"/>
    <w:rsid w:val="006A2536"/>
    <w:rsid w:val="006F1F24"/>
    <w:rsid w:val="00730F65"/>
    <w:rsid w:val="007854AD"/>
    <w:rsid w:val="007A0B46"/>
    <w:rsid w:val="007D141A"/>
    <w:rsid w:val="007F25FE"/>
    <w:rsid w:val="008157B0"/>
    <w:rsid w:val="00833C46"/>
    <w:rsid w:val="0087001F"/>
    <w:rsid w:val="008721BB"/>
    <w:rsid w:val="00874E12"/>
    <w:rsid w:val="008A182D"/>
    <w:rsid w:val="008A4521"/>
    <w:rsid w:val="008A6764"/>
    <w:rsid w:val="008B208A"/>
    <w:rsid w:val="008C7F2E"/>
    <w:rsid w:val="008E56D4"/>
    <w:rsid w:val="008F3BBA"/>
    <w:rsid w:val="009373A6"/>
    <w:rsid w:val="009D2A50"/>
    <w:rsid w:val="009F58BC"/>
    <w:rsid w:val="00A3484A"/>
    <w:rsid w:val="00A776D5"/>
    <w:rsid w:val="00A9432F"/>
    <w:rsid w:val="00AA1E96"/>
    <w:rsid w:val="00AC1039"/>
    <w:rsid w:val="00B416C9"/>
    <w:rsid w:val="00B50D0D"/>
    <w:rsid w:val="00BB7B28"/>
    <w:rsid w:val="00BC58A3"/>
    <w:rsid w:val="00BD72BE"/>
    <w:rsid w:val="00C14152"/>
    <w:rsid w:val="00C160F6"/>
    <w:rsid w:val="00C16652"/>
    <w:rsid w:val="00C27D90"/>
    <w:rsid w:val="00C53D63"/>
    <w:rsid w:val="00C739BD"/>
    <w:rsid w:val="00C73E1F"/>
    <w:rsid w:val="00C91B1F"/>
    <w:rsid w:val="00CA2796"/>
    <w:rsid w:val="00D21785"/>
    <w:rsid w:val="00D361DF"/>
    <w:rsid w:val="00DA5573"/>
    <w:rsid w:val="00DD7BB9"/>
    <w:rsid w:val="00E04558"/>
    <w:rsid w:val="00E0799B"/>
    <w:rsid w:val="00E20211"/>
    <w:rsid w:val="00E2271B"/>
    <w:rsid w:val="00E36B8A"/>
    <w:rsid w:val="00E50E07"/>
    <w:rsid w:val="00E552DE"/>
    <w:rsid w:val="00E67B18"/>
    <w:rsid w:val="00E94219"/>
    <w:rsid w:val="00E97E9A"/>
    <w:rsid w:val="00EE6613"/>
    <w:rsid w:val="00F22630"/>
    <w:rsid w:val="00F84912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3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54</Words>
  <Characters>308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21</cp:revision>
  <dcterms:created xsi:type="dcterms:W3CDTF">2014-12-27T18:49:00Z</dcterms:created>
  <dcterms:modified xsi:type="dcterms:W3CDTF">2020-02-05T05:28:00Z</dcterms:modified>
</cp:coreProperties>
</file>