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FC" w:rsidRDefault="000A6CFC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0A6CFC" w:rsidRDefault="000A6CFC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>-х классов</w:t>
      </w:r>
    </w:p>
    <w:p w:rsidR="000A6CFC" w:rsidRPr="00A0462A" w:rsidRDefault="000A6CFC" w:rsidP="006C0773">
      <w:pPr>
        <w:jc w:val="center"/>
        <w:rPr>
          <w:b/>
          <w:sz w:val="28"/>
          <w:szCs w:val="28"/>
        </w:rPr>
      </w:pPr>
      <w:r w:rsidRPr="00A0462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По страницам сказок </w:t>
      </w:r>
      <w:r w:rsidRPr="00A0462A">
        <w:rPr>
          <w:b/>
          <w:sz w:val="28"/>
          <w:szCs w:val="28"/>
        </w:rPr>
        <w:t>А.С.Пушкина»</w:t>
      </w:r>
    </w:p>
    <w:p w:rsidR="000A6CFC" w:rsidRDefault="000A6CFC" w:rsidP="006C077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A6CFC" w:rsidRDefault="000A6CFC" w:rsidP="00521C56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0A6CFC" w:rsidTr="00131EF1">
        <w:tc>
          <w:tcPr>
            <w:tcW w:w="4785" w:type="dxa"/>
          </w:tcPr>
          <w:p w:rsidR="000A6CFC" w:rsidRPr="00131EF1" w:rsidRDefault="000A6CFC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0A6CFC" w:rsidRPr="00131EF1" w:rsidRDefault="000A6CF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0A6CFC" w:rsidTr="00131EF1">
        <w:tc>
          <w:tcPr>
            <w:tcW w:w="4785" w:type="dxa"/>
          </w:tcPr>
          <w:p w:rsidR="000A6CFC" w:rsidRPr="00131EF1" w:rsidRDefault="000A6CFC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0A6CFC" w:rsidRPr="00131EF1" w:rsidRDefault="000A6CF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0A6CFC" w:rsidTr="00131EF1">
        <w:tc>
          <w:tcPr>
            <w:tcW w:w="4785" w:type="dxa"/>
          </w:tcPr>
          <w:p w:rsidR="000A6CFC" w:rsidRPr="00131EF1" w:rsidRDefault="000A6CFC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0A6CFC" w:rsidRPr="00131EF1" w:rsidRDefault="000A6CF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A6CFC" w:rsidRDefault="000A6CFC" w:rsidP="00E36B8A"/>
    <w:p w:rsidR="000A6CFC" w:rsidRPr="00263106" w:rsidRDefault="000A6CFC" w:rsidP="00E36B8A"/>
    <w:p w:rsidR="000A6CFC" w:rsidRDefault="000A6CFC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0A6CFC" w:rsidRPr="004A3053" w:rsidTr="00131EF1">
        <w:trPr>
          <w:jc w:val="center"/>
        </w:trPr>
        <w:tc>
          <w:tcPr>
            <w:tcW w:w="1188" w:type="dxa"/>
          </w:tcPr>
          <w:p w:rsidR="000A6CFC" w:rsidRPr="004A3053" w:rsidRDefault="000A6CFC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0A6CFC" w:rsidRPr="004A3053" w:rsidRDefault="000A6CFC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6CFC" w:rsidRPr="00DA5573" w:rsidRDefault="000A6CFC" w:rsidP="00DA5573">
      <w:pPr>
        <w:jc w:val="center"/>
      </w:pPr>
    </w:p>
    <w:p w:rsidR="000A6CFC" w:rsidRDefault="000A6CFC"/>
    <w:sectPr w:rsidR="000A6CFC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26700"/>
    <w:rsid w:val="000A6CFC"/>
    <w:rsid w:val="00131EF1"/>
    <w:rsid w:val="001762A6"/>
    <w:rsid w:val="001C34A0"/>
    <w:rsid w:val="001D0C39"/>
    <w:rsid w:val="002132F5"/>
    <w:rsid w:val="00253D15"/>
    <w:rsid w:val="00263106"/>
    <w:rsid w:val="002B1923"/>
    <w:rsid w:val="0031236B"/>
    <w:rsid w:val="00381127"/>
    <w:rsid w:val="003B42C0"/>
    <w:rsid w:val="004273E5"/>
    <w:rsid w:val="004773AE"/>
    <w:rsid w:val="004A3053"/>
    <w:rsid w:val="004B621F"/>
    <w:rsid w:val="004C0DB7"/>
    <w:rsid w:val="004D106D"/>
    <w:rsid w:val="00521C56"/>
    <w:rsid w:val="00555D5F"/>
    <w:rsid w:val="00582EFA"/>
    <w:rsid w:val="00614617"/>
    <w:rsid w:val="006908EA"/>
    <w:rsid w:val="00694E0B"/>
    <w:rsid w:val="006A2536"/>
    <w:rsid w:val="006C0773"/>
    <w:rsid w:val="006E4F91"/>
    <w:rsid w:val="00730F65"/>
    <w:rsid w:val="007323E9"/>
    <w:rsid w:val="007854AD"/>
    <w:rsid w:val="007D141A"/>
    <w:rsid w:val="008126A8"/>
    <w:rsid w:val="0087001F"/>
    <w:rsid w:val="00874E12"/>
    <w:rsid w:val="008A182D"/>
    <w:rsid w:val="008B208A"/>
    <w:rsid w:val="009373A6"/>
    <w:rsid w:val="0098772D"/>
    <w:rsid w:val="00997D4D"/>
    <w:rsid w:val="009D2A50"/>
    <w:rsid w:val="009F58BC"/>
    <w:rsid w:val="00A0462A"/>
    <w:rsid w:val="00A9432F"/>
    <w:rsid w:val="00AC1039"/>
    <w:rsid w:val="00B416C9"/>
    <w:rsid w:val="00BC58A3"/>
    <w:rsid w:val="00C1434F"/>
    <w:rsid w:val="00C16652"/>
    <w:rsid w:val="00C27D90"/>
    <w:rsid w:val="00C33DD6"/>
    <w:rsid w:val="00C65CAB"/>
    <w:rsid w:val="00C85E92"/>
    <w:rsid w:val="00CA2796"/>
    <w:rsid w:val="00CE18CF"/>
    <w:rsid w:val="00D361DF"/>
    <w:rsid w:val="00DA5573"/>
    <w:rsid w:val="00E02642"/>
    <w:rsid w:val="00E36B8A"/>
    <w:rsid w:val="00E50E07"/>
    <w:rsid w:val="00E552DE"/>
    <w:rsid w:val="00E97E9A"/>
    <w:rsid w:val="00EE6613"/>
    <w:rsid w:val="00FB089A"/>
    <w:rsid w:val="00FB3036"/>
    <w:rsid w:val="00FC5D55"/>
    <w:rsid w:val="00FD28EF"/>
    <w:rsid w:val="00FD4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1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55</Words>
  <Characters>315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16</cp:revision>
  <dcterms:created xsi:type="dcterms:W3CDTF">2014-12-27T18:49:00Z</dcterms:created>
  <dcterms:modified xsi:type="dcterms:W3CDTF">2020-02-05T05:28:00Z</dcterms:modified>
</cp:coreProperties>
</file>