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25B" w:rsidRDefault="0031625B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31625B" w:rsidRDefault="0031625B" w:rsidP="00521C56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 w:rsidRPr="00CA2796">
        <w:rPr>
          <w:b/>
          <w:sz w:val="28"/>
          <w:szCs w:val="28"/>
        </w:rPr>
        <w:t>и учащихся 1-</w:t>
      </w:r>
      <w:r>
        <w:rPr>
          <w:b/>
          <w:sz w:val="28"/>
          <w:szCs w:val="28"/>
        </w:rPr>
        <w:t>7</w:t>
      </w:r>
      <w:r w:rsidRPr="00CA2796">
        <w:rPr>
          <w:b/>
          <w:sz w:val="28"/>
          <w:szCs w:val="28"/>
        </w:rPr>
        <w:t xml:space="preserve">-х классов </w:t>
      </w:r>
    </w:p>
    <w:p w:rsidR="0031625B" w:rsidRPr="003414F1" w:rsidRDefault="0031625B" w:rsidP="00521C56">
      <w:pPr>
        <w:spacing w:line="360" w:lineRule="auto"/>
        <w:jc w:val="center"/>
        <w:rPr>
          <w:b/>
          <w:sz w:val="28"/>
          <w:szCs w:val="28"/>
        </w:rPr>
      </w:pPr>
      <w:r w:rsidRPr="00E86CA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Пословицы и поговорки</w:t>
      </w:r>
      <w:r w:rsidRPr="00E86CAB">
        <w:rPr>
          <w:b/>
          <w:sz w:val="28"/>
          <w:szCs w:val="28"/>
        </w:rPr>
        <w:t>»</w:t>
      </w:r>
      <w:r w:rsidRPr="003414F1">
        <w:rPr>
          <w:b/>
          <w:sz w:val="28"/>
          <w:szCs w:val="28"/>
        </w:rPr>
        <w:t xml:space="preserve"> </w:t>
      </w:r>
    </w:p>
    <w:p w:rsidR="0031625B" w:rsidRDefault="0031625B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31625B" w:rsidTr="00131EF1">
        <w:tc>
          <w:tcPr>
            <w:tcW w:w="4785" w:type="dxa"/>
          </w:tcPr>
          <w:p w:rsidR="0031625B" w:rsidRPr="00131EF1" w:rsidRDefault="0031625B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31625B" w:rsidRPr="00131EF1" w:rsidRDefault="0031625B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1625B" w:rsidTr="00131EF1">
        <w:tc>
          <w:tcPr>
            <w:tcW w:w="4785" w:type="dxa"/>
          </w:tcPr>
          <w:p w:rsidR="0031625B" w:rsidRPr="00131EF1" w:rsidRDefault="0031625B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31625B" w:rsidRPr="00131EF1" w:rsidRDefault="0031625B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1625B" w:rsidTr="00131EF1">
        <w:tc>
          <w:tcPr>
            <w:tcW w:w="4785" w:type="dxa"/>
          </w:tcPr>
          <w:p w:rsidR="0031625B" w:rsidRPr="00131EF1" w:rsidRDefault="0031625B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31625B" w:rsidRPr="00131EF1" w:rsidRDefault="0031625B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1625B" w:rsidRDefault="0031625B" w:rsidP="00E36B8A"/>
    <w:p w:rsidR="0031625B" w:rsidRPr="00263106" w:rsidRDefault="0031625B" w:rsidP="00E36B8A"/>
    <w:p w:rsidR="0031625B" w:rsidRDefault="0031625B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31625B" w:rsidRPr="004A3053" w:rsidTr="00131EF1">
        <w:trPr>
          <w:jc w:val="center"/>
        </w:trPr>
        <w:tc>
          <w:tcPr>
            <w:tcW w:w="1188" w:type="dxa"/>
          </w:tcPr>
          <w:p w:rsidR="0031625B" w:rsidRPr="004A3053" w:rsidRDefault="0031625B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31625B" w:rsidRPr="004A3053" w:rsidRDefault="0031625B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31625B" w:rsidRPr="00DA5573" w:rsidRDefault="0031625B" w:rsidP="00DA5573">
      <w:pPr>
        <w:jc w:val="center"/>
      </w:pPr>
    </w:p>
    <w:p w:rsidR="0031625B" w:rsidRDefault="0031625B"/>
    <w:sectPr w:rsidR="0031625B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21B15"/>
    <w:rsid w:val="000547E0"/>
    <w:rsid w:val="000B3728"/>
    <w:rsid w:val="000D5742"/>
    <w:rsid w:val="000D628C"/>
    <w:rsid w:val="000E61EC"/>
    <w:rsid w:val="00111194"/>
    <w:rsid w:val="00131EF1"/>
    <w:rsid w:val="00144BD4"/>
    <w:rsid w:val="00160808"/>
    <w:rsid w:val="001762A6"/>
    <w:rsid w:val="001C34A0"/>
    <w:rsid w:val="001C389B"/>
    <w:rsid w:val="002132F5"/>
    <w:rsid w:val="00263106"/>
    <w:rsid w:val="002B1923"/>
    <w:rsid w:val="0031625B"/>
    <w:rsid w:val="00330645"/>
    <w:rsid w:val="003414F1"/>
    <w:rsid w:val="00342101"/>
    <w:rsid w:val="00381127"/>
    <w:rsid w:val="003F09CC"/>
    <w:rsid w:val="00454167"/>
    <w:rsid w:val="004A3053"/>
    <w:rsid w:val="004A31ED"/>
    <w:rsid w:val="004B621F"/>
    <w:rsid w:val="004C0DB7"/>
    <w:rsid w:val="004D106D"/>
    <w:rsid w:val="00521C56"/>
    <w:rsid w:val="00555D5F"/>
    <w:rsid w:val="005569C8"/>
    <w:rsid w:val="00582EFA"/>
    <w:rsid w:val="005868AE"/>
    <w:rsid w:val="005B3B03"/>
    <w:rsid w:val="005C72B7"/>
    <w:rsid w:val="005F6B49"/>
    <w:rsid w:val="00614617"/>
    <w:rsid w:val="00670F56"/>
    <w:rsid w:val="00694E0B"/>
    <w:rsid w:val="006A2536"/>
    <w:rsid w:val="00730F65"/>
    <w:rsid w:val="007854AD"/>
    <w:rsid w:val="007A0B46"/>
    <w:rsid w:val="007D141A"/>
    <w:rsid w:val="00833C46"/>
    <w:rsid w:val="0087001F"/>
    <w:rsid w:val="00874E12"/>
    <w:rsid w:val="008A182D"/>
    <w:rsid w:val="008B208A"/>
    <w:rsid w:val="008C7F2E"/>
    <w:rsid w:val="008E56D4"/>
    <w:rsid w:val="008F3BBA"/>
    <w:rsid w:val="009373A6"/>
    <w:rsid w:val="009C752C"/>
    <w:rsid w:val="009D2A50"/>
    <w:rsid w:val="009F58BC"/>
    <w:rsid w:val="00A776D5"/>
    <w:rsid w:val="00A9432F"/>
    <w:rsid w:val="00AA1E96"/>
    <w:rsid w:val="00AA60B9"/>
    <w:rsid w:val="00AC1039"/>
    <w:rsid w:val="00B416C9"/>
    <w:rsid w:val="00B76C0D"/>
    <w:rsid w:val="00BB35E5"/>
    <w:rsid w:val="00BB7B28"/>
    <w:rsid w:val="00BC58A3"/>
    <w:rsid w:val="00BD72BE"/>
    <w:rsid w:val="00BF2F80"/>
    <w:rsid w:val="00C0644C"/>
    <w:rsid w:val="00C160F6"/>
    <w:rsid w:val="00C16652"/>
    <w:rsid w:val="00C27D90"/>
    <w:rsid w:val="00C739BD"/>
    <w:rsid w:val="00C73E1F"/>
    <w:rsid w:val="00C91B1F"/>
    <w:rsid w:val="00CA2796"/>
    <w:rsid w:val="00CA5E0D"/>
    <w:rsid w:val="00D361DF"/>
    <w:rsid w:val="00DA43C3"/>
    <w:rsid w:val="00DA5573"/>
    <w:rsid w:val="00DA6F04"/>
    <w:rsid w:val="00DD7BB9"/>
    <w:rsid w:val="00E0799B"/>
    <w:rsid w:val="00E36B8A"/>
    <w:rsid w:val="00E50E07"/>
    <w:rsid w:val="00E552DE"/>
    <w:rsid w:val="00E86CAB"/>
    <w:rsid w:val="00E94219"/>
    <w:rsid w:val="00E97E9A"/>
    <w:rsid w:val="00EE6613"/>
    <w:rsid w:val="00F543B8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53</Words>
  <Characters>307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21</cp:revision>
  <dcterms:created xsi:type="dcterms:W3CDTF">2014-12-27T18:49:00Z</dcterms:created>
  <dcterms:modified xsi:type="dcterms:W3CDTF">2020-02-05T05:28:00Z</dcterms:modified>
</cp:coreProperties>
</file>