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BA" w:rsidRDefault="00FA2EBA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FA2EBA" w:rsidRDefault="00FA2EBA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FA2EBA" w:rsidRPr="00D24443" w:rsidRDefault="00FA2EBA" w:rsidP="00F6042B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444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Сказки</w:t>
      </w:r>
      <w:r w:rsidRPr="00D24443">
        <w:rPr>
          <w:rFonts w:ascii="Times New Roman" w:hAnsi="Times New Roman" w:cs="Times New Roman"/>
          <w:sz w:val="28"/>
          <w:szCs w:val="28"/>
        </w:rPr>
        <w:t xml:space="preserve"> К.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D24443">
        <w:rPr>
          <w:rFonts w:ascii="Times New Roman" w:hAnsi="Times New Roman" w:cs="Times New Roman"/>
          <w:sz w:val="28"/>
          <w:szCs w:val="28"/>
        </w:rPr>
        <w:t xml:space="preserve"> Чуковского»</w:t>
      </w:r>
    </w:p>
    <w:p w:rsidR="00FA2EBA" w:rsidRDefault="00FA2EBA" w:rsidP="00F6042B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EBA" w:rsidRDefault="00FA2EBA" w:rsidP="00521C56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FA2EBA" w:rsidTr="00131EF1">
        <w:tc>
          <w:tcPr>
            <w:tcW w:w="4785" w:type="dxa"/>
          </w:tcPr>
          <w:p w:rsidR="00FA2EBA" w:rsidRPr="00131EF1" w:rsidRDefault="00FA2EB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FA2EBA" w:rsidRPr="00131EF1" w:rsidRDefault="00FA2EB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A2EBA" w:rsidTr="00131EF1">
        <w:tc>
          <w:tcPr>
            <w:tcW w:w="4785" w:type="dxa"/>
          </w:tcPr>
          <w:p w:rsidR="00FA2EBA" w:rsidRPr="00131EF1" w:rsidRDefault="00FA2EB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FA2EBA" w:rsidRPr="00131EF1" w:rsidRDefault="00FA2EB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A2EBA" w:rsidTr="00131EF1">
        <w:tc>
          <w:tcPr>
            <w:tcW w:w="4785" w:type="dxa"/>
          </w:tcPr>
          <w:p w:rsidR="00FA2EBA" w:rsidRPr="00131EF1" w:rsidRDefault="00FA2EB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FA2EBA" w:rsidRPr="00131EF1" w:rsidRDefault="00FA2EB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A2EBA" w:rsidRDefault="00FA2EBA" w:rsidP="00E36B8A"/>
    <w:p w:rsidR="00FA2EBA" w:rsidRPr="00263106" w:rsidRDefault="00FA2EBA" w:rsidP="00E36B8A"/>
    <w:p w:rsidR="00FA2EBA" w:rsidRDefault="00FA2EBA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FA2EBA" w:rsidRPr="004A3053" w:rsidTr="00131EF1">
        <w:trPr>
          <w:jc w:val="center"/>
        </w:trPr>
        <w:tc>
          <w:tcPr>
            <w:tcW w:w="1188" w:type="dxa"/>
          </w:tcPr>
          <w:p w:rsidR="00FA2EBA" w:rsidRPr="004A3053" w:rsidRDefault="00FA2EB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FA2EBA" w:rsidRPr="004A3053" w:rsidRDefault="00FA2EBA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FA2EBA" w:rsidRPr="00DA5573" w:rsidRDefault="00FA2EBA" w:rsidP="00DA5573">
      <w:pPr>
        <w:jc w:val="center"/>
      </w:pPr>
    </w:p>
    <w:p w:rsidR="00FA2EBA" w:rsidRDefault="00FA2EBA"/>
    <w:sectPr w:rsidR="00FA2EBA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16420"/>
    <w:rsid w:val="000D5742"/>
    <w:rsid w:val="00111194"/>
    <w:rsid w:val="00131EF1"/>
    <w:rsid w:val="00174611"/>
    <w:rsid w:val="001762A6"/>
    <w:rsid w:val="001C34A0"/>
    <w:rsid w:val="002132F5"/>
    <w:rsid w:val="00242322"/>
    <w:rsid w:val="00244618"/>
    <w:rsid w:val="00263106"/>
    <w:rsid w:val="00297129"/>
    <w:rsid w:val="002B1923"/>
    <w:rsid w:val="002E7D4D"/>
    <w:rsid w:val="0030082D"/>
    <w:rsid w:val="003142E9"/>
    <w:rsid w:val="00335AB1"/>
    <w:rsid w:val="00342101"/>
    <w:rsid w:val="00381127"/>
    <w:rsid w:val="00385C6E"/>
    <w:rsid w:val="003A28AF"/>
    <w:rsid w:val="003B2CD7"/>
    <w:rsid w:val="003D264B"/>
    <w:rsid w:val="003D6502"/>
    <w:rsid w:val="004A3053"/>
    <w:rsid w:val="004B621F"/>
    <w:rsid w:val="004C0DB7"/>
    <w:rsid w:val="004D106D"/>
    <w:rsid w:val="0051311B"/>
    <w:rsid w:val="00521C56"/>
    <w:rsid w:val="00541920"/>
    <w:rsid w:val="00555D5F"/>
    <w:rsid w:val="0056128F"/>
    <w:rsid w:val="00582EFA"/>
    <w:rsid w:val="005920E1"/>
    <w:rsid w:val="005D7D0E"/>
    <w:rsid w:val="00611FA8"/>
    <w:rsid w:val="00614617"/>
    <w:rsid w:val="00694E0B"/>
    <w:rsid w:val="006A2536"/>
    <w:rsid w:val="00730F65"/>
    <w:rsid w:val="007854AD"/>
    <w:rsid w:val="007D141A"/>
    <w:rsid w:val="00816BDF"/>
    <w:rsid w:val="0082707F"/>
    <w:rsid w:val="00833C46"/>
    <w:rsid w:val="0087001F"/>
    <w:rsid w:val="00874E12"/>
    <w:rsid w:val="00886219"/>
    <w:rsid w:val="008A182D"/>
    <w:rsid w:val="008A1A14"/>
    <w:rsid w:val="008B208A"/>
    <w:rsid w:val="008C59E7"/>
    <w:rsid w:val="008E56D4"/>
    <w:rsid w:val="008F3BBA"/>
    <w:rsid w:val="009373A6"/>
    <w:rsid w:val="009938FC"/>
    <w:rsid w:val="00995F7E"/>
    <w:rsid w:val="009D2A50"/>
    <w:rsid w:val="009F58BC"/>
    <w:rsid w:val="00A05B5B"/>
    <w:rsid w:val="00A5571A"/>
    <w:rsid w:val="00A77038"/>
    <w:rsid w:val="00A776D5"/>
    <w:rsid w:val="00A9432F"/>
    <w:rsid w:val="00AC1039"/>
    <w:rsid w:val="00AF6482"/>
    <w:rsid w:val="00B416C9"/>
    <w:rsid w:val="00B46667"/>
    <w:rsid w:val="00BB7B28"/>
    <w:rsid w:val="00BC58A3"/>
    <w:rsid w:val="00BD659C"/>
    <w:rsid w:val="00BD72BE"/>
    <w:rsid w:val="00C160F6"/>
    <w:rsid w:val="00C16652"/>
    <w:rsid w:val="00C25105"/>
    <w:rsid w:val="00C27D90"/>
    <w:rsid w:val="00C739BD"/>
    <w:rsid w:val="00C73E1F"/>
    <w:rsid w:val="00C91B1F"/>
    <w:rsid w:val="00CA2796"/>
    <w:rsid w:val="00D13BD5"/>
    <w:rsid w:val="00D24443"/>
    <w:rsid w:val="00D361DF"/>
    <w:rsid w:val="00DA5573"/>
    <w:rsid w:val="00DD7BB9"/>
    <w:rsid w:val="00E0799B"/>
    <w:rsid w:val="00E269AA"/>
    <w:rsid w:val="00E36B8A"/>
    <w:rsid w:val="00E50E07"/>
    <w:rsid w:val="00E552DE"/>
    <w:rsid w:val="00E97E9A"/>
    <w:rsid w:val="00EE6613"/>
    <w:rsid w:val="00F6042B"/>
    <w:rsid w:val="00F6241B"/>
    <w:rsid w:val="00FA2EBA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56128F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5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54</Words>
  <Characters>308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22</cp:revision>
  <dcterms:created xsi:type="dcterms:W3CDTF">2014-12-27T18:49:00Z</dcterms:created>
  <dcterms:modified xsi:type="dcterms:W3CDTF">2020-02-05T05:29:00Z</dcterms:modified>
</cp:coreProperties>
</file>