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C94" w:rsidRDefault="00FC6C94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FC6C94" w:rsidRDefault="00FC6C94" w:rsidP="00E47297">
      <w:pPr>
        <w:jc w:val="center"/>
        <w:rPr>
          <w:rStyle w:val="Emphasis"/>
          <w:b/>
          <w:i w:val="0"/>
          <w:color w:val="000000"/>
          <w:sz w:val="28"/>
          <w:szCs w:val="28"/>
        </w:rPr>
      </w:pPr>
      <w:r w:rsidRPr="009F58BC">
        <w:rPr>
          <w:b/>
          <w:sz w:val="28"/>
          <w:szCs w:val="28"/>
        </w:rPr>
        <w:t>Международн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интеллектуальн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блиц-турнир</w:t>
      </w:r>
      <w:r>
        <w:rPr>
          <w:b/>
          <w:sz w:val="28"/>
          <w:szCs w:val="28"/>
        </w:rPr>
        <w:t>а</w:t>
      </w:r>
      <w:r w:rsidRPr="009F58BC">
        <w:rPr>
          <w:b/>
          <w:sz w:val="28"/>
          <w:szCs w:val="28"/>
        </w:rPr>
        <w:t xml:space="preserve"> для </w:t>
      </w:r>
      <w:r w:rsidRPr="00CA2796">
        <w:rPr>
          <w:b/>
          <w:sz w:val="28"/>
          <w:szCs w:val="28"/>
        </w:rPr>
        <w:t>учащихся 1-</w:t>
      </w:r>
      <w:r>
        <w:rPr>
          <w:b/>
          <w:sz w:val="28"/>
          <w:szCs w:val="28"/>
        </w:rPr>
        <w:t>7</w:t>
      </w:r>
      <w:r w:rsidRPr="00CA2796">
        <w:rPr>
          <w:b/>
          <w:sz w:val="28"/>
          <w:szCs w:val="28"/>
        </w:rPr>
        <w:t xml:space="preserve">-х классов </w:t>
      </w:r>
      <w:r w:rsidRPr="00A00314">
        <w:rPr>
          <w:b/>
          <w:color w:val="000000"/>
          <w:sz w:val="28"/>
          <w:szCs w:val="28"/>
        </w:rPr>
        <w:t>«Басни И.Крылова»</w:t>
      </w:r>
      <w:r>
        <w:rPr>
          <w:rStyle w:val="PageNumber"/>
          <w:b/>
          <w:i/>
          <w:color w:val="000000"/>
          <w:sz w:val="28"/>
          <w:szCs w:val="28"/>
        </w:rPr>
        <w:t xml:space="preserve"> </w:t>
      </w:r>
    </w:p>
    <w:p w:rsidR="00FC6C94" w:rsidRDefault="00FC6C94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FC6C94" w:rsidTr="00131EF1">
        <w:tc>
          <w:tcPr>
            <w:tcW w:w="4785" w:type="dxa"/>
          </w:tcPr>
          <w:p w:rsidR="00FC6C94" w:rsidRPr="00131EF1" w:rsidRDefault="00FC6C94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FC6C94" w:rsidRPr="00131EF1" w:rsidRDefault="00FC6C94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C6C94" w:rsidTr="00131EF1">
        <w:tc>
          <w:tcPr>
            <w:tcW w:w="4785" w:type="dxa"/>
          </w:tcPr>
          <w:p w:rsidR="00FC6C94" w:rsidRPr="00131EF1" w:rsidRDefault="00FC6C94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FC6C94" w:rsidRPr="00131EF1" w:rsidRDefault="00FC6C94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C6C94" w:rsidTr="00131EF1">
        <w:tc>
          <w:tcPr>
            <w:tcW w:w="4785" w:type="dxa"/>
          </w:tcPr>
          <w:p w:rsidR="00FC6C94" w:rsidRPr="00131EF1" w:rsidRDefault="00FC6C94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FC6C94" w:rsidRPr="00131EF1" w:rsidRDefault="00FC6C94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C6C94" w:rsidRDefault="00FC6C94" w:rsidP="00E36B8A"/>
    <w:p w:rsidR="00FC6C94" w:rsidRPr="00263106" w:rsidRDefault="00FC6C94" w:rsidP="00E36B8A"/>
    <w:p w:rsidR="00FC6C94" w:rsidRDefault="00FC6C94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FC6C94" w:rsidRPr="004A3053" w:rsidTr="00131EF1">
        <w:trPr>
          <w:jc w:val="center"/>
        </w:trPr>
        <w:tc>
          <w:tcPr>
            <w:tcW w:w="1188" w:type="dxa"/>
          </w:tcPr>
          <w:p w:rsidR="00FC6C94" w:rsidRPr="004A3053" w:rsidRDefault="00FC6C94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FC6C94" w:rsidRPr="004A3053" w:rsidRDefault="00FC6C94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Ответ</w:t>
            </w:r>
          </w:p>
        </w:tc>
      </w:tr>
      <w:tr w:rsidR="00FC6C94" w:rsidRPr="004A3053" w:rsidTr="00131EF1">
        <w:trPr>
          <w:jc w:val="center"/>
        </w:trPr>
        <w:tc>
          <w:tcPr>
            <w:tcW w:w="1188" w:type="dxa"/>
          </w:tcPr>
          <w:p w:rsidR="00FC6C94" w:rsidRPr="004A3053" w:rsidRDefault="00FC6C94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FC6C94" w:rsidRPr="004A3053" w:rsidRDefault="00FC6C94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C6C94" w:rsidRPr="004A3053" w:rsidTr="00131EF1">
        <w:trPr>
          <w:jc w:val="center"/>
        </w:trPr>
        <w:tc>
          <w:tcPr>
            <w:tcW w:w="1188" w:type="dxa"/>
          </w:tcPr>
          <w:p w:rsidR="00FC6C94" w:rsidRPr="004A3053" w:rsidRDefault="00FC6C94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FC6C94" w:rsidRPr="004A3053" w:rsidRDefault="00FC6C94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C6C94" w:rsidRPr="004A3053" w:rsidTr="00131EF1">
        <w:trPr>
          <w:jc w:val="center"/>
        </w:trPr>
        <w:tc>
          <w:tcPr>
            <w:tcW w:w="1188" w:type="dxa"/>
          </w:tcPr>
          <w:p w:rsidR="00FC6C94" w:rsidRPr="004A3053" w:rsidRDefault="00FC6C94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FC6C94" w:rsidRPr="004A3053" w:rsidRDefault="00FC6C94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C6C94" w:rsidRPr="004A3053" w:rsidTr="00131EF1">
        <w:trPr>
          <w:jc w:val="center"/>
        </w:trPr>
        <w:tc>
          <w:tcPr>
            <w:tcW w:w="1188" w:type="dxa"/>
          </w:tcPr>
          <w:p w:rsidR="00FC6C94" w:rsidRPr="004A3053" w:rsidRDefault="00FC6C94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FC6C94" w:rsidRPr="004A3053" w:rsidRDefault="00FC6C94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C6C94" w:rsidRPr="004A3053" w:rsidTr="00131EF1">
        <w:trPr>
          <w:jc w:val="center"/>
        </w:trPr>
        <w:tc>
          <w:tcPr>
            <w:tcW w:w="1188" w:type="dxa"/>
          </w:tcPr>
          <w:p w:rsidR="00FC6C94" w:rsidRPr="004A3053" w:rsidRDefault="00FC6C94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FC6C94" w:rsidRPr="004A3053" w:rsidRDefault="00FC6C94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C6C94" w:rsidRPr="004A3053" w:rsidTr="00131EF1">
        <w:trPr>
          <w:jc w:val="center"/>
        </w:trPr>
        <w:tc>
          <w:tcPr>
            <w:tcW w:w="1188" w:type="dxa"/>
          </w:tcPr>
          <w:p w:rsidR="00FC6C94" w:rsidRPr="004A3053" w:rsidRDefault="00FC6C94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FC6C94" w:rsidRPr="004A3053" w:rsidRDefault="00FC6C94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C6C94" w:rsidRPr="004A3053" w:rsidTr="00131EF1">
        <w:trPr>
          <w:jc w:val="center"/>
        </w:trPr>
        <w:tc>
          <w:tcPr>
            <w:tcW w:w="1188" w:type="dxa"/>
          </w:tcPr>
          <w:p w:rsidR="00FC6C94" w:rsidRPr="004A3053" w:rsidRDefault="00FC6C94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FC6C94" w:rsidRPr="004A3053" w:rsidRDefault="00FC6C94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C6C94" w:rsidRPr="004A3053" w:rsidTr="00131EF1">
        <w:trPr>
          <w:jc w:val="center"/>
        </w:trPr>
        <w:tc>
          <w:tcPr>
            <w:tcW w:w="1188" w:type="dxa"/>
          </w:tcPr>
          <w:p w:rsidR="00FC6C94" w:rsidRPr="004A3053" w:rsidRDefault="00FC6C94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FC6C94" w:rsidRPr="004A3053" w:rsidRDefault="00FC6C94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C6C94" w:rsidRPr="004A3053" w:rsidTr="00131EF1">
        <w:trPr>
          <w:jc w:val="center"/>
        </w:trPr>
        <w:tc>
          <w:tcPr>
            <w:tcW w:w="1188" w:type="dxa"/>
          </w:tcPr>
          <w:p w:rsidR="00FC6C94" w:rsidRPr="004A3053" w:rsidRDefault="00FC6C94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FC6C94" w:rsidRPr="004A3053" w:rsidRDefault="00FC6C94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C6C94" w:rsidRPr="004A3053" w:rsidTr="00131EF1">
        <w:trPr>
          <w:jc w:val="center"/>
        </w:trPr>
        <w:tc>
          <w:tcPr>
            <w:tcW w:w="1188" w:type="dxa"/>
          </w:tcPr>
          <w:p w:rsidR="00FC6C94" w:rsidRPr="004A3053" w:rsidRDefault="00FC6C94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FC6C94" w:rsidRPr="004A3053" w:rsidRDefault="00FC6C94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C6C94" w:rsidRPr="004A3053" w:rsidTr="00131EF1">
        <w:trPr>
          <w:jc w:val="center"/>
        </w:trPr>
        <w:tc>
          <w:tcPr>
            <w:tcW w:w="1188" w:type="dxa"/>
          </w:tcPr>
          <w:p w:rsidR="00FC6C94" w:rsidRPr="004A3053" w:rsidRDefault="00FC6C94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FC6C94" w:rsidRPr="004A3053" w:rsidRDefault="00FC6C94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C6C94" w:rsidRPr="004A3053" w:rsidTr="00131EF1">
        <w:trPr>
          <w:jc w:val="center"/>
        </w:trPr>
        <w:tc>
          <w:tcPr>
            <w:tcW w:w="1188" w:type="dxa"/>
          </w:tcPr>
          <w:p w:rsidR="00FC6C94" w:rsidRPr="004A3053" w:rsidRDefault="00FC6C94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FC6C94" w:rsidRPr="004A3053" w:rsidRDefault="00FC6C94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C6C94" w:rsidRPr="004A3053" w:rsidTr="00131EF1">
        <w:trPr>
          <w:jc w:val="center"/>
        </w:trPr>
        <w:tc>
          <w:tcPr>
            <w:tcW w:w="1188" w:type="dxa"/>
          </w:tcPr>
          <w:p w:rsidR="00FC6C94" w:rsidRPr="004A3053" w:rsidRDefault="00FC6C94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FC6C94" w:rsidRPr="004A3053" w:rsidRDefault="00FC6C94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C6C94" w:rsidRPr="004A3053" w:rsidTr="00131EF1">
        <w:trPr>
          <w:jc w:val="center"/>
        </w:trPr>
        <w:tc>
          <w:tcPr>
            <w:tcW w:w="1188" w:type="dxa"/>
          </w:tcPr>
          <w:p w:rsidR="00FC6C94" w:rsidRPr="004A3053" w:rsidRDefault="00FC6C94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FC6C94" w:rsidRPr="004A3053" w:rsidRDefault="00FC6C94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C6C94" w:rsidRPr="004A3053" w:rsidTr="00131EF1">
        <w:trPr>
          <w:jc w:val="center"/>
        </w:trPr>
        <w:tc>
          <w:tcPr>
            <w:tcW w:w="1188" w:type="dxa"/>
          </w:tcPr>
          <w:p w:rsidR="00FC6C94" w:rsidRPr="004A3053" w:rsidRDefault="00FC6C94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FC6C94" w:rsidRPr="004A3053" w:rsidRDefault="00FC6C94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C6C94" w:rsidRPr="004A3053" w:rsidTr="00131EF1">
        <w:trPr>
          <w:jc w:val="center"/>
        </w:trPr>
        <w:tc>
          <w:tcPr>
            <w:tcW w:w="1188" w:type="dxa"/>
          </w:tcPr>
          <w:p w:rsidR="00FC6C94" w:rsidRPr="004A3053" w:rsidRDefault="00FC6C94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FC6C94" w:rsidRPr="004A3053" w:rsidRDefault="00FC6C94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C6C94" w:rsidRPr="004A3053" w:rsidTr="00131EF1">
        <w:trPr>
          <w:jc w:val="center"/>
        </w:trPr>
        <w:tc>
          <w:tcPr>
            <w:tcW w:w="1188" w:type="dxa"/>
          </w:tcPr>
          <w:p w:rsidR="00FC6C94" w:rsidRPr="004A3053" w:rsidRDefault="00FC6C94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FC6C94" w:rsidRPr="004A3053" w:rsidRDefault="00FC6C94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C6C94" w:rsidRPr="004A3053" w:rsidTr="00131EF1">
        <w:trPr>
          <w:jc w:val="center"/>
        </w:trPr>
        <w:tc>
          <w:tcPr>
            <w:tcW w:w="1188" w:type="dxa"/>
          </w:tcPr>
          <w:p w:rsidR="00FC6C94" w:rsidRPr="004A3053" w:rsidRDefault="00FC6C94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FC6C94" w:rsidRPr="004A3053" w:rsidRDefault="00FC6C94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C6C94" w:rsidRPr="004A3053" w:rsidTr="00131EF1">
        <w:trPr>
          <w:jc w:val="center"/>
        </w:trPr>
        <w:tc>
          <w:tcPr>
            <w:tcW w:w="1188" w:type="dxa"/>
          </w:tcPr>
          <w:p w:rsidR="00FC6C94" w:rsidRPr="004A3053" w:rsidRDefault="00FC6C94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FC6C94" w:rsidRPr="004A3053" w:rsidRDefault="00FC6C94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C6C94" w:rsidRPr="004A3053" w:rsidTr="00131EF1">
        <w:trPr>
          <w:jc w:val="center"/>
        </w:trPr>
        <w:tc>
          <w:tcPr>
            <w:tcW w:w="1188" w:type="dxa"/>
          </w:tcPr>
          <w:p w:rsidR="00FC6C94" w:rsidRPr="004A3053" w:rsidRDefault="00FC6C94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FC6C94" w:rsidRPr="004A3053" w:rsidRDefault="00FC6C94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C6C94" w:rsidRPr="004A3053" w:rsidTr="00131EF1">
        <w:trPr>
          <w:jc w:val="center"/>
        </w:trPr>
        <w:tc>
          <w:tcPr>
            <w:tcW w:w="1188" w:type="dxa"/>
          </w:tcPr>
          <w:p w:rsidR="00FC6C94" w:rsidRPr="004A3053" w:rsidRDefault="00FC6C94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FC6C94" w:rsidRPr="004A3053" w:rsidRDefault="00FC6C94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C6C94" w:rsidRPr="004A3053" w:rsidTr="00131EF1">
        <w:trPr>
          <w:jc w:val="center"/>
        </w:trPr>
        <w:tc>
          <w:tcPr>
            <w:tcW w:w="1188" w:type="dxa"/>
          </w:tcPr>
          <w:p w:rsidR="00FC6C94" w:rsidRPr="004A3053" w:rsidRDefault="00FC6C94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FC6C94" w:rsidRPr="004A3053" w:rsidRDefault="00FC6C94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C6C94" w:rsidRPr="004A3053" w:rsidTr="00131EF1">
        <w:trPr>
          <w:jc w:val="center"/>
        </w:trPr>
        <w:tc>
          <w:tcPr>
            <w:tcW w:w="1188" w:type="dxa"/>
          </w:tcPr>
          <w:p w:rsidR="00FC6C94" w:rsidRPr="004A3053" w:rsidRDefault="00FC6C94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FC6C94" w:rsidRPr="004A3053" w:rsidRDefault="00FC6C94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C6C94" w:rsidRPr="004A3053" w:rsidTr="00131EF1">
        <w:trPr>
          <w:jc w:val="center"/>
        </w:trPr>
        <w:tc>
          <w:tcPr>
            <w:tcW w:w="1188" w:type="dxa"/>
          </w:tcPr>
          <w:p w:rsidR="00FC6C94" w:rsidRPr="004A3053" w:rsidRDefault="00FC6C94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FC6C94" w:rsidRPr="004A3053" w:rsidRDefault="00FC6C94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C6C94" w:rsidRPr="004A3053" w:rsidTr="00131EF1">
        <w:trPr>
          <w:jc w:val="center"/>
        </w:trPr>
        <w:tc>
          <w:tcPr>
            <w:tcW w:w="1188" w:type="dxa"/>
          </w:tcPr>
          <w:p w:rsidR="00FC6C94" w:rsidRPr="004A3053" w:rsidRDefault="00FC6C94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FC6C94" w:rsidRPr="004A3053" w:rsidRDefault="00FC6C94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FC6C94" w:rsidRPr="004A3053" w:rsidTr="00131EF1">
        <w:trPr>
          <w:jc w:val="center"/>
        </w:trPr>
        <w:tc>
          <w:tcPr>
            <w:tcW w:w="1188" w:type="dxa"/>
          </w:tcPr>
          <w:p w:rsidR="00FC6C94" w:rsidRPr="004A3053" w:rsidRDefault="00FC6C94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FC6C94" w:rsidRPr="004A3053" w:rsidRDefault="00FC6C94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FC6C94" w:rsidRPr="00DA5573" w:rsidRDefault="00FC6C94" w:rsidP="00DA5573">
      <w:pPr>
        <w:jc w:val="center"/>
      </w:pPr>
    </w:p>
    <w:p w:rsidR="00FC6C94" w:rsidRDefault="00FC6C94"/>
    <w:sectPr w:rsidR="00FC6C94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05C30"/>
    <w:rsid w:val="000B3728"/>
    <w:rsid w:val="000D5742"/>
    <w:rsid w:val="000E61EC"/>
    <w:rsid w:val="001031E4"/>
    <w:rsid w:val="00111194"/>
    <w:rsid w:val="00131EF1"/>
    <w:rsid w:val="00144BD4"/>
    <w:rsid w:val="001762A6"/>
    <w:rsid w:val="001C34A0"/>
    <w:rsid w:val="002132F5"/>
    <w:rsid w:val="00241E14"/>
    <w:rsid w:val="00263106"/>
    <w:rsid w:val="002B1923"/>
    <w:rsid w:val="00342101"/>
    <w:rsid w:val="00381127"/>
    <w:rsid w:val="003F09CC"/>
    <w:rsid w:val="004A3053"/>
    <w:rsid w:val="004B621F"/>
    <w:rsid w:val="004C0DB7"/>
    <w:rsid w:val="004D106D"/>
    <w:rsid w:val="004F144A"/>
    <w:rsid w:val="004F2E32"/>
    <w:rsid w:val="0051324E"/>
    <w:rsid w:val="00521C56"/>
    <w:rsid w:val="00555D5F"/>
    <w:rsid w:val="00582EFA"/>
    <w:rsid w:val="005868AE"/>
    <w:rsid w:val="00614617"/>
    <w:rsid w:val="00645A81"/>
    <w:rsid w:val="0069175B"/>
    <w:rsid w:val="00694E0B"/>
    <w:rsid w:val="006A2536"/>
    <w:rsid w:val="006D39E2"/>
    <w:rsid w:val="00730F65"/>
    <w:rsid w:val="007854AD"/>
    <w:rsid w:val="00791718"/>
    <w:rsid w:val="007A0B46"/>
    <w:rsid w:val="007D141A"/>
    <w:rsid w:val="007D6113"/>
    <w:rsid w:val="00833C46"/>
    <w:rsid w:val="00844D02"/>
    <w:rsid w:val="0087001F"/>
    <w:rsid w:val="00874E12"/>
    <w:rsid w:val="008A182D"/>
    <w:rsid w:val="008A7124"/>
    <w:rsid w:val="008B208A"/>
    <w:rsid w:val="008C7F2E"/>
    <w:rsid w:val="008E56D4"/>
    <w:rsid w:val="008F3BBA"/>
    <w:rsid w:val="009035A9"/>
    <w:rsid w:val="00920C18"/>
    <w:rsid w:val="009373A6"/>
    <w:rsid w:val="009D2A50"/>
    <w:rsid w:val="009F58BC"/>
    <w:rsid w:val="009F62E0"/>
    <w:rsid w:val="00A00314"/>
    <w:rsid w:val="00A0235E"/>
    <w:rsid w:val="00A740D4"/>
    <w:rsid w:val="00A776D5"/>
    <w:rsid w:val="00A9432F"/>
    <w:rsid w:val="00AA1E96"/>
    <w:rsid w:val="00AC1039"/>
    <w:rsid w:val="00B361CA"/>
    <w:rsid w:val="00B416C9"/>
    <w:rsid w:val="00B6079B"/>
    <w:rsid w:val="00B81093"/>
    <w:rsid w:val="00BB35E5"/>
    <w:rsid w:val="00BB7B28"/>
    <w:rsid w:val="00BC58A3"/>
    <w:rsid w:val="00BD0146"/>
    <w:rsid w:val="00BD72BE"/>
    <w:rsid w:val="00C160F6"/>
    <w:rsid w:val="00C16652"/>
    <w:rsid w:val="00C178A5"/>
    <w:rsid w:val="00C27D90"/>
    <w:rsid w:val="00C739BD"/>
    <w:rsid w:val="00C73E1F"/>
    <w:rsid w:val="00C83191"/>
    <w:rsid w:val="00C91B1F"/>
    <w:rsid w:val="00CA2796"/>
    <w:rsid w:val="00D24038"/>
    <w:rsid w:val="00D361DF"/>
    <w:rsid w:val="00DA4A7F"/>
    <w:rsid w:val="00DA5573"/>
    <w:rsid w:val="00DD7BB9"/>
    <w:rsid w:val="00E0799B"/>
    <w:rsid w:val="00E36B8A"/>
    <w:rsid w:val="00E47297"/>
    <w:rsid w:val="00E50E07"/>
    <w:rsid w:val="00E552DE"/>
    <w:rsid w:val="00E94219"/>
    <w:rsid w:val="00E97E9A"/>
    <w:rsid w:val="00EA1082"/>
    <w:rsid w:val="00EE6613"/>
    <w:rsid w:val="00FA0659"/>
    <w:rsid w:val="00FA44AA"/>
    <w:rsid w:val="00FB3036"/>
    <w:rsid w:val="00FC6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99"/>
    <w:qFormat/>
    <w:locked/>
    <w:rsid w:val="00E47297"/>
    <w:rPr>
      <w:rFonts w:ascii="Times New Roman" w:hAnsi="Times New Roman" w:cs="Times New Roman"/>
      <w:i/>
      <w:iCs/>
    </w:rPr>
  </w:style>
  <w:style w:type="character" w:styleId="PageNumber">
    <w:name w:val="page number"/>
    <w:basedOn w:val="DefaultParagraphFont"/>
    <w:uiPriority w:val="99"/>
    <w:rsid w:val="001031E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50</Words>
  <Characters>288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22</cp:revision>
  <dcterms:created xsi:type="dcterms:W3CDTF">2014-12-27T18:49:00Z</dcterms:created>
  <dcterms:modified xsi:type="dcterms:W3CDTF">2020-02-05T09:17:00Z</dcterms:modified>
</cp:coreProperties>
</file>