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3DC" w:rsidRPr="003A28CF" w:rsidRDefault="00C963DC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28CF"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C963DC" w:rsidRPr="003A28CF" w:rsidRDefault="00C963DC" w:rsidP="004C3BA7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28CF">
        <w:rPr>
          <w:rFonts w:ascii="Times New Roman" w:hAnsi="Times New Roman" w:cs="Times New Roman"/>
          <w:sz w:val="28"/>
          <w:szCs w:val="28"/>
        </w:rPr>
        <w:t>Международного интеллектуального блиц-турнира для учащихся 1-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A28CF">
        <w:rPr>
          <w:rFonts w:ascii="Times New Roman" w:hAnsi="Times New Roman" w:cs="Times New Roman"/>
          <w:sz w:val="28"/>
          <w:szCs w:val="28"/>
        </w:rPr>
        <w:t xml:space="preserve">-х классов «В мире </w:t>
      </w:r>
      <w:r>
        <w:rPr>
          <w:rFonts w:ascii="Times New Roman" w:hAnsi="Times New Roman" w:cs="Times New Roman"/>
          <w:sz w:val="28"/>
          <w:szCs w:val="28"/>
        </w:rPr>
        <w:t>пернатых</w:t>
      </w:r>
      <w:r w:rsidRPr="003A28CF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963DC" w:rsidRPr="003A28CF" w:rsidRDefault="00C963DC" w:rsidP="00AD7007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63DC" w:rsidRPr="003A28CF" w:rsidRDefault="00C963DC" w:rsidP="00AD7007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3A28CF">
        <w:rPr>
          <w:b/>
          <w:sz w:val="28"/>
          <w:szCs w:val="28"/>
        </w:rPr>
        <w:t xml:space="preserve">   </w:t>
      </w:r>
      <w:r w:rsidRPr="003A28CF">
        <w:rPr>
          <w:b/>
          <w:color w:val="000000"/>
          <w:sz w:val="28"/>
          <w:szCs w:val="28"/>
        </w:rPr>
        <w:t xml:space="preserve"> </w:t>
      </w:r>
      <w:r w:rsidRPr="003A28CF">
        <w:rPr>
          <w:b/>
          <w:sz w:val="28"/>
          <w:szCs w:val="28"/>
        </w:rPr>
        <w:t xml:space="preserve">  </w:t>
      </w:r>
    </w:p>
    <w:p w:rsidR="00C963DC" w:rsidRPr="003A28CF" w:rsidRDefault="00C963DC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C963DC" w:rsidRPr="003A28CF" w:rsidTr="00131EF1">
        <w:tc>
          <w:tcPr>
            <w:tcW w:w="4785" w:type="dxa"/>
          </w:tcPr>
          <w:p w:rsidR="00C963DC" w:rsidRPr="003A28CF" w:rsidRDefault="00C963DC" w:rsidP="00131EF1">
            <w:pPr>
              <w:spacing w:line="360" w:lineRule="auto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C963DC" w:rsidRPr="003A28CF" w:rsidRDefault="00C963DC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963DC" w:rsidRPr="003A28CF" w:rsidTr="00131EF1">
        <w:tc>
          <w:tcPr>
            <w:tcW w:w="4785" w:type="dxa"/>
          </w:tcPr>
          <w:p w:rsidR="00C963DC" w:rsidRPr="003A28CF" w:rsidRDefault="00C963DC" w:rsidP="00131EF1">
            <w:pPr>
              <w:spacing w:line="360" w:lineRule="auto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C963DC" w:rsidRPr="003A28CF" w:rsidRDefault="00C963DC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963DC" w:rsidRPr="003A28CF" w:rsidTr="00131EF1">
        <w:tc>
          <w:tcPr>
            <w:tcW w:w="4785" w:type="dxa"/>
          </w:tcPr>
          <w:p w:rsidR="00C963DC" w:rsidRPr="003A28CF" w:rsidRDefault="00C963DC" w:rsidP="00131EF1">
            <w:pPr>
              <w:spacing w:line="360" w:lineRule="auto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C963DC" w:rsidRPr="003A28CF" w:rsidRDefault="00C963DC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963DC" w:rsidRPr="003A28CF" w:rsidRDefault="00C963DC" w:rsidP="00E36B8A"/>
    <w:p w:rsidR="00C963DC" w:rsidRPr="003A28CF" w:rsidRDefault="00C963DC" w:rsidP="00E36B8A"/>
    <w:p w:rsidR="00C963DC" w:rsidRPr="003A28CF" w:rsidRDefault="00C963DC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3A28CF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3A28CF">
              <w:rPr>
                <w:bCs/>
                <w:sz w:val="28"/>
                <w:szCs w:val="28"/>
              </w:rPr>
              <w:t>Ответ</w:t>
            </w: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3A28C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3A28CF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C963DC" w:rsidRPr="003A28CF" w:rsidTr="00131EF1">
        <w:trPr>
          <w:jc w:val="center"/>
        </w:trPr>
        <w:tc>
          <w:tcPr>
            <w:tcW w:w="1188" w:type="dxa"/>
          </w:tcPr>
          <w:p w:rsidR="00C963DC" w:rsidRPr="003A28CF" w:rsidRDefault="00C963DC" w:rsidP="00131EF1">
            <w:pPr>
              <w:jc w:val="center"/>
              <w:rPr>
                <w:sz w:val="28"/>
                <w:szCs w:val="28"/>
              </w:rPr>
            </w:pPr>
            <w:r w:rsidRPr="003A28CF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C963DC" w:rsidRPr="003A28CF" w:rsidRDefault="00C963DC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C963DC" w:rsidRPr="003A28CF" w:rsidRDefault="00C963DC" w:rsidP="00DA5573">
      <w:pPr>
        <w:jc w:val="center"/>
      </w:pPr>
    </w:p>
    <w:p w:rsidR="00C963DC" w:rsidRPr="003A28CF" w:rsidRDefault="00C963DC"/>
    <w:sectPr w:rsidR="00C963DC" w:rsidRPr="003A28CF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05C30"/>
    <w:rsid w:val="00072BF6"/>
    <w:rsid w:val="000B3728"/>
    <w:rsid w:val="000D5742"/>
    <w:rsid w:val="000E61EC"/>
    <w:rsid w:val="00111194"/>
    <w:rsid w:val="00131EF1"/>
    <w:rsid w:val="00144BD4"/>
    <w:rsid w:val="001762A6"/>
    <w:rsid w:val="001C0E23"/>
    <w:rsid w:val="001C34A0"/>
    <w:rsid w:val="002132F5"/>
    <w:rsid w:val="00263106"/>
    <w:rsid w:val="002B1923"/>
    <w:rsid w:val="002F3083"/>
    <w:rsid w:val="00342101"/>
    <w:rsid w:val="00381127"/>
    <w:rsid w:val="003946AD"/>
    <w:rsid w:val="003A28CF"/>
    <w:rsid w:val="003F09CC"/>
    <w:rsid w:val="00425152"/>
    <w:rsid w:val="0049190B"/>
    <w:rsid w:val="004A3053"/>
    <w:rsid w:val="004B621F"/>
    <w:rsid w:val="004C0DB7"/>
    <w:rsid w:val="004C3BA7"/>
    <w:rsid w:val="004D106D"/>
    <w:rsid w:val="00521C56"/>
    <w:rsid w:val="00540060"/>
    <w:rsid w:val="00555D5F"/>
    <w:rsid w:val="00582EFA"/>
    <w:rsid w:val="005868AE"/>
    <w:rsid w:val="00614617"/>
    <w:rsid w:val="00645A81"/>
    <w:rsid w:val="00694E0B"/>
    <w:rsid w:val="006A2536"/>
    <w:rsid w:val="006B68EB"/>
    <w:rsid w:val="00730F65"/>
    <w:rsid w:val="007854AD"/>
    <w:rsid w:val="007A0B46"/>
    <w:rsid w:val="007D141A"/>
    <w:rsid w:val="007E4532"/>
    <w:rsid w:val="00833C46"/>
    <w:rsid w:val="0087001F"/>
    <w:rsid w:val="00874E12"/>
    <w:rsid w:val="008A182D"/>
    <w:rsid w:val="008A73DB"/>
    <w:rsid w:val="008B208A"/>
    <w:rsid w:val="008C7F2E"/>
    <w:rsid w:val="008E56D4"/>
    <w:rsid w:val="008F3BBA"/>
    <w:rsid w:val="00920C18"/>
    <w:rsid w:val="009373A6"/>
    <w:rsid w:val="009D2A50"/>
    <w:rsid w:val="009F58BC"/>
    <w:rsid w:val="00A52C58"/>
    <w:rsid w:val="00A776D5"/>
    <w:rsid w:val="00A9432F"/>
    <w:rsid w:val="00AA1E96"/>
    <w:rsid w:val="00AC1039"/>
    <w:rsid w:val="00AD7007"/>
    <w:rsid w:val="00B416C9"/>
    <w:rsid w:val="00B437C9"/>
    <w:rsid w:val="00B6079B"/>
    <w:rsid w:val="00B60954"/>
    <w:rsid w:val="00BB35E5"/>
    <w:rsid w:val="00BB7B28"/>
    <w:rsid w:val="00BC58A3"/>
    <w:rsid w:val="00BD72BE"/>
    <w:rsid w:val="00C160F6"/>
    <w:rsid w:val="00C16652"/>
    <w:rsid w:val="00C27D90"/>
    <w:rsid w:val="00C739BD"/>
    <w:rsid w:val="00C73E1F"/>
    <w:rsid w:val="00C91B1F"/>
    <w:rsid w:val="00C963DC"/>
    <w:rsid w:val="00CA2796"/>
    <w:rsid w:val="00D24038"/>
    <w:rsid w:val="00D32D49"/>
    <w:rsid w:val="00D361DF"/>
    <w:rsid w:val="00DA5573"/>
    <w:rsid w:val="00DD5840"/>
    <w:rsid w:val="00DD7BB9"/>
    <w:rsid w:val="00E0799B"/>
    <w:rsid w:val="00E36B8A"/>
    <w:rsid w:val="00E50E07"/>
    <w:rsid w:val="00E552DE"/>
    <w:rsid w:val="00E94219"/>
    <w:rsid w:val="00E97E9A"/>
    <w:rsid w:val="00EE6613"/>
    <w:rsid w:val="00F12471"/>
    <w:rsid w:val="00FB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53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51</Words>
  <Characters>295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21</cp:revision>
  <dcterms:created xsi:type="dcterms:W3CDTF">2014-12-27T18:49:00Z</dcterms:created>
  <dcterms:modified xsi:type="dcterms:W3CDTF">2020-02-05T12:23:00Z</dcterms:modified>
</cp:coreProperties>
</file>