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DC" w:rsidRPr="0004415A" w:rsidRDefault="006175D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15A"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6175DC" w:rsidRPr="000F3B82" w:rsidRDefault="006175DC" w:rsidP="000F3B82">
      <w:pPr>
        <w:ind w:firstLine="771"/>
        <w:jc w:val="center"/>
        <w:rPr>
          <w:b/>
          <w:sz w:val="28"/>
          <w:szCs w:val="28"/>
        </w:rPr>
      </w:pPr>
      <w:r w:rsidRPr="000F3B82">
        <w:rPr>
          <w:b/>
          <w:sz w:val="28"/>
          <w:szCs w:val="28"/>
        </w:rPr>
        <w:t>Международного интеллектуального блиц-турнира для учащихся 1-</w:t>
      </w:r>
      <w:r>
        <w:rPr>
          <w:b/>
          <w:sz w:val="28"/>
          <w:szCs w:val="28"/>
        </w:rPr>
        <w:t>7</w:t>
      </w:r>
      <w:r w:rsidRPr="000F3B82">
        <w:rPr>
          <w:b/>
          <w:sz w:val="28"/>
          <w:szCs w:val="28"/>
        </w:rPr>
        <w:t>-х классов «</w:t>
      </w:r>
      <w:r>
        <w:rPr>
          <w:b/>
          <w:sz w:val="28"/>
          <w:szCs w:val="28"/>
        </w:rPr>
        <w:t>Расшифруй пословицу!</w:t>
      </w:r>
      <w:r w:rsidRPr="000F3B82">
        <w:rPr>
          <w:b/>
          <w:sz w:val="28"/>
          <w:szCs w:val="28"/>
        </w:rPr>
        <w:t>»</w:t>
      </w:r>
    </w:p>
    <w:p w:rsidR="006175DC" w:rsidRPr="000F3B82" w:rsidRDefault="006175DC" w:rsidP="000F3B82">
      <w:pPr>
        <w:spacing w:line="360" w:lineRule="auto"/>
        <w:ind w:firstLine="771"/>
        <w:jc w:val="center"/>
        <w:rPr>
          <w:b/>
          <w:sz w:val="28"/>
          <w:szCs w:val="28"/>
        </w:rPr>
      </w:pPr>
    </w:p>
    <w:p w:rsidR="006175DC" w:rsidRPr="0004415A" w:rsidRDefault="006175D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6175DC" w:rsidRPr="0004415A" w:rsidTr="00131EF1">
        <w:tc>
          <w:tcPr>
            <w:tcW w:w="4785" w:type="dxa"/>
          </w:tcPr>
          <w:p w:rsidR="006175DC" w:rsidRPr="0004415A" w:rsidRDefault="006175DC" w:rsidP="00131EF1">
            <w:pPr>
              <w:spacing w:line="360" w:lineRule="auto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6175DC" w:rsidRPr="0004415A" w:rsidRDefault="006175D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175DC" w:rsidRPr="0004415A" w:rsidTr="00131EF1">
        <w:tc>
          <w:tcPr>
            <w:tcW w:w="4785" w:type="dxa"/>
          </w:tcPr>
          <w:p w:rsidR="006175DC" w:rsidRPr="0004415A" w:rsidRDefault="006175DC" w:rsidP="00131EF1">
            <w:pPr>
              <w:spacing w:line="360" w:lineRule="auto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6175DC" w:rsidRPr="0004415A" w:rsidRDefault="006175D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175DC" w:rsidRPr="0004415A" w:rsidTr="00131EF1">
        <w:tc>
          <w:tcPr>
            <w:tcW w:w="4785" w:type="dxa"/>
          </w:tcPr>
          <w:p w:rsidR="006175DC" w:rsidRPr="0004415A" w:rsidRDefault="006175DC" w:rsidP="00131EF1">
            <w:pPr>
              <w:spacing w:line="360" w:lineRule="auto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6175DC" w:rsidRPr="0004415A" w:rsidRDefault="006175D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175DC" w:rsidRPr="0004415A" w:rsidRDefault="006175DC" w:rsidP="00E36B8A"/>
    <w:p w:rsidR="006175DC" w:rsidRPr="0004415A" w:rsidRDefault="006175DC" w:rsidP="00E36B8A"/>
    <w:p w:rsidR="006175DC" w:rsidRPr="0004415A" w:rsidRDefault="006175DC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04415A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04415A">
              <w:rPr>
                <w:bCs/>
                <w:sz w:val="28"/>
                <w:szCs w:val="28"/>
              </w:rPr>
              <w:t>Ответ</w:t>
            </w: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04415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4415A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6175DC" w:rsidRPr="0004415A" w:rsidTr="00131EF1">
        <w:trPr>
          <w:jc w:val="center"/>
        </w:trPr>
        <w:tc>
          <w:tcPr>
            <w:tcW w:w="1188" w:type="dxa"/>
          </w:tcPr>
          <w:p w:rsidR="006175DC" w:rsidRPr="0004415A" w:rsidRDefault="006175DC" w:rsidP="00131EF1">
            <w:pPr>
              <w:jc w:val="center"/>
              <w:rPr>
                <w:sz w:val="28"/>
                <w:szCs w:val="28"/>
              </w:rPr>
            </w:pPr>
            <w:r w:rsidRPr="0004415A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6175DC" w:rsidRPr="0004415A" w:rsidRDefault="006175DC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75DC" w:rsidRPr="0004415A" w:rsidRDefault="006175DC" w:rsidP="00DA5573">
      <w:pPr>
        <w:jc w:val="center"/>
      </w:pPr>
    </w:p>
    <w:p w:rsidR="006175DC" w:rsidRPr="0004415A" w:rsidRDefault="006175DC"/>
    <w:sectPr w:rsidR="006175DC" w:rsidRPr="0004415A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4415A"/>
    <w:rsid w:val="00046B07"/>
    <w:rsid w:val="00086BB2"/>
    <w:rsid w:val="000B3728"/>
    <w:rsid w:val="000D5742"/>
    <w:rsid w:val="000E61EC"/>
    <w:rsid w:val="000F3B82"/>
    <w:rsid w:val="00111194"/>
    <w:rsid w:val="00131EF1"/>
    <w:rsid w:val="00144BD4"/>
    <w:rsid w:val="001762A6"/>
    <w:rsid w:val="0018082A"/>
    <w:rsid w:val="001C34A0"/>
    <w:rsid w:val="00202277"/>
    <w:rsid w:val="002132F5"/>
    <w:rsid w:val="00263106"/>
    <w:rsid w:val="002B0887"/>
    <w:rsid w:val="002B1923"/>
    <w:rsid w:val="002D11E1"/>
    <w:rsid w:val="00342101"/>
    <w:rsid w:val="00381127"/>
    <w:rsid w:val="003F09CC"/>
    <w:rsid w:val="00406D7A"/>
    <w:rsid w:val="004A3053"/>
    <w:rsid w:val="004B3889"/>
    <w:rsid w:val="004B621F"/>
    <w:rsid w:val="004C0DB7"/>
    <w:rsid w:val="004D106D"/>
    <w:rsid w:val="004D4CA5"/>
    <w:rsid w:val="00521C56"/>
    <w:rsid w:val="00555D5F"/>
    <w:rsid w:val="00582EFA"/>
    <w:rsid w:val="005868AE"/>
    <w:rsid w:val="006071A4"/>
    <w:rsid w:val="00614617"/>
    <w:rsid w:val="006175DC"/>
    <w:rsid w:val="00645A81"/>
    <w:rsid w:val="00694E0B"/>
    <w:rsid w:val="006A2536"/>
    <w:rsid w:val="006D5B8F"/>
    <w:rsid w:val="00730F65"/>
    <w:rsid w:val="007854AD"/>
    <w:rsid w:val="007A0B46"/>
    <w:rsid w:val="007C2EFE"/>
    <w:rsid w:val="007D141A"/>
    <w:rsid w:val="00833C46"/>
    <w:rsid w:val="0087001F"/>
    <w:rsid w:val="00874E12"/>
    <w:rsid w:val="008807C0"/>
    <w:rsid w:val="008A182D"/>
    <w:rsid w:val="008B208A"/>
    <w:rsid w:val="008B5CE6"/>
    <w:rsid w:val="008C7F2E"/>
    <w:rsid w:val="008E56D4"/>
    <w:rsid w:val="008F3BBA"/>
    <w:rsid w:val="00920C18"/>
    <w:rsid w:val="009373A6"/>
    <w:rsid w:val="009424E8"/>
    <w:rsid w:val="009779D4"/>
    <w:rsid w:val="009915B1"/>
    <w:rsid w:val="009D2A50"/>
    <w:rsid w:val="009F58BC"/>
    <w:rsid w:val="00A04121"/>
    <w:rsid w:val="00A2206D"/>
    <w:rsid w:val="00A7190E"/>
    <w:rsid w:val="00A776D5"/>
    <w:rsid w:val="00A9432F"/>
    <w:rsid w:val="00AA1E96"/>
    <w:rsid w:val="00AC1039"/>
    <w:rsid w:val="00B416C9"/>
    <w:rsid w:val="00B6079B"/>
    <w:rsid w:val="00BB35E5"/>
    <w:rsid w:val="00BB7B28"/>
    <w:rsid w:val="00BC58A3"/>
    <w:rsid w:val="00BD72BE"/>
    <w:rsid w:val="00C160F6"/>
    <w:rsid w:val="00C16652"/>
    <w:rsid w:val="00C27D90"/>
    <w:rsid w:val="00C739BD"/>
    <w:rsid w:val="00C73E1F"/>
    <w:rsid w:val="00C91B1F"/>
    <w:rsid w:val="00CA2796"/>
    <w:rsid w:val="00D24038"/>
    <w:rsid w:val="00D361DF"/>
    <w:rsid w:val="00D66AA2"/>
    <w:rsid w:val="00DA0C31"/>
    <w:rsid w:val="00DA5573"/>
    <w:rsid w:val="00DD7BB9"/>
    <w:rsid w:val="00E0799B"/>
    <w:rsid w:val="00E36B8A"/>
    <w:rsid w:val="00E4110B"/>
    <w:rsid w:val="00E50E07"/>
    <w:rsid w:val="00E552DE"/>
    <w:rsid w:val="00E80CF6"/>
    <w:rsid w:val="00E94219"/>
    <w:rsid w:val="00E97E9A"/>
    <w:rsid w:val="00EA38AC"/>
    <w:rsid w:val="00EE6613"/>
    <w:rsid w:val="00F6031F"/>
    <w:rsid w:val="00F643A9"/>
    <w:rsid w:val="00FA79D4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2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51</Words>
  <Characters>292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23</cp:revision>
  <dcterms:created xsi:type="dcterms:W3CDTF">2014-12-27T18:49:00Z</dcterms:created>
  <dcterms:modified xsi:type="dcterms:W3CDTF">2020-02-05T12:31:00Z</dcterms:modified>
</cp:coreProperties>
</file>