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091" w:rsidRDefault="005D6091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5D6091" w:rsidRDefault="005D6091" w:rsidP="00B60A7E">
      <w:pPr>
        <w:ind w:firstLine="771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</w:t>
      </w:r>
      <w:r w:rsidRPr="00CA2796">
        <w:rPr>
          <w:b/>
          <w:sz w:val="28"/>
          <w:szCs w:val="28"/>
        </w:rPr>
        <w:t>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  <w:r>
        <w:rPr>
          <w:b/>
          <w:sz w:val="28"/>
          <w:szCs w:val="28"/>
        </w:rPr>
        <w:t>«Сказочный мир Г.Х.Андерсена»</w:t>
      </w:r>
    </w:p>
    <w:p w:rsidR="005D6091" w:rsidRDefault="005D6091" w:rsidP="00E65334">
      <w:pPr>
        <w:spacing w:line="360" w:lineRule="auto"/>
        <w:jc w:val="center"/>
        <w:rPr>
          <w:b/>
          <w:sz w:val="28"/>
          <w:szCs w:val="28"/>
        </w:rPr>
      </w:pPr>
    </w:p>
    <w:p w:rsidR="005D6091" w:rsidRDefault="005D6091" w:rsidP="00E65334">
      <w:pPr>
        <w:spacing w:line="360" w:lineRule="auto"/>
        <w:jc w:val="center"/>
        <w:rPr>
          <w:b/>
          <w:sz w:val="28"/>
          <w:szCs w:val="28"/>
        </w:rPr>
      </w:pPr>
    </w:p>
    <w:p w:rsidR="005D6091" w:rsidRDefault="005D6091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5D6091" w:rsidTr="00131EF1">
        <w:tc>
          <w:tcPr>
            <w:tcW w:w="4785" w:type="dxa"/>
          </w:tcPr>
          <w:p w:rsidR="005D6091" w:rsidRPr="00131EF1" w:rsidRDefault="005D6091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5D6091" w:rsidRPr="00131EF1" w:rsidRDefault="005D6091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D6091" w:rsidTr="00131EF1">
        <w:tc>
          <w:tcPr>
            <w:tcW w:w="4785" w:type="dxa"/>
          </w:tcPr>
          <w:p w:rsidR="005D6091" w:rsidRPr="00131EF1" w:rsidRDefault="005D6091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5D6091" w:rsidRPr="00131EF1" w:rsidRDefault="005D6091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D6091" w:rsidTr="00131EF1">
        <w:tc>
          <w:tcPr>
            <w:tcW w:w="4785" w:type="dxa"/>
          </w:tcPr>
          <w:p w:rsidR="005D6091" w:rsidRPr="00131EF1" w:rsidRDefault="005D6091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5D6091" w:rsidRPr="00131EF1" w:rsidRDefault="005D6091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D6091" w:rsidRDefault="005D6091" w:rsidP="00E36B8A"/>
    <w:p w:rsidR="005D6091" w:rsidRPr="00263106" w:rsidRDefault="005D6091" w:rsidP="00E36B8A"/>
    <w:p w:rsidR="005D6091" w:rsidRDefault="005D6091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5D6091" w:rsidRPr="004A3053" w:rsidTr="00131EF1">
        <w:trPr>
          <w:jc w:val="center"/>
        </w:trPr>
        <w:tc>
          <w:tcPr>
            <w:tcW w:w="1188" w:type="dxa"/>
          </w:tcPr>
          <w:p w:rsidR="005D6091" w:rsidRPr="004A3053" w:rsidRDefault="005D6091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5D6091" w:rsidRPr="004A3053" w:rsidRDefault="005D6091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5D6091" w:rsidRPr="00DA5573" w:rsidRDefault="005D6091" w:rsidP="00DA5573">
      <w:pPr>
        <w:jc w:val="center"/>
      </w:pPr>
    </w:p>
    <w:p w:rsidR="005D6091" w:rsidRDefault="005D6091"/>
    <w:sectPr w:rsidR="005D6091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5C30"/>
    <w:rsid w:val="000364DF"/>
    <w:rsid w:val="00051AA3"/>
    <w:rsid w:val="00061B79"/>
    <w:rsid w:val="000B3728"/>
    <w:rsid w:val="000D5742"/>
    <w:rsid w:val="000E61EC"/>
    <w:rsid w:val="00111194"/>
    <w:rsid w:val="00131EF1"/>
    <w:rsid w:val="00143522"/>
    <w:rsid w:val="00144BD4"/>
    <w:rsid w:val="001762A6"/>
    <w:rsid w:val="001C34A0"/>
    <w:rsid w:val="002132F5"/>
    <w:rsid w:val="00263106"/>
    <w:rsid w:val="002B1923"/>
    <w:rsid w:val="00342101"/>
    <w:rsid w:val="00381127"/>
    <w:rsid w:val="003E13A3"/>
    <w:rsid w:val="003F09CC"/>
    <w:rsid w:val="004A3053"/>
    <w:rsid w:val="004B621F"/>
    <w:rsid w:val="004C0DB7"/>
    <w:rsid w:val="004D106D"/>
    <w:rsid w:val="00521C56"/>
    <w:rsid w:val="00555D5F"/>
    <w:rsid w:val="00582EFA"/>
    <w:rsid w:val="005868AE"/>
    <w:rsid w:val="005D6091"/>
    <w:rsid w:val="00614617"/>
    <w:rsid w:val="00620A4F"/>
    <w:rsid w:val="00645A81"/>
    <w:rsid w:val="00694E0B"/>
    <w:rsid w:val="006A2536"/>
    <w:rsid w:val="006E7207"/>
    <w:rsid w:val="00701B8D"/>
    <w:rsid w:val="00730F65"/>
    <w:rsid w:val="007854AD"/>
    <w:rsid w:val="007A0B46"/>
    <w:rsid w:val="007D141A"/>
    <w:rsid w:val="00811EAB"/>
    <w:rsid w:val="00833C46"/>
    <w:rsid w:val="008664C3"/>
    <w:rsid w:val="0087001F"/>
    <w:rsid w:val="00870795"/>
    <w:rsid w:val="00874E12"/>
    <w:rsid w:val="00880923"/>
    <w:rsid w:val="00897FB0"/>
    <w:rsid w:val="008A182D"/>
    <w:rsid w:val="008B208A"/>
    <w:rsid w:val="008C7F2E"/>
    <w:rsid w:val="008E56D4"/>
    <w:rsid w:val="008F3BBA"/>
    <w:rsid w:val="00920C18"/>
    <w:rsid w:val="009373A6"/>
    <w:rsid w:val="009D1CA4"/>
    <w:rsid w:val="009D23BC"/>
    <w:rsid w:val="009D2A50"/>
    <w:rsid w:val="009F58BC"/>
    <w:rsid w:val="00A21FBE"/>
    <w:rsid w:val="00A776D5"/>
    <w:rsid w:val="00A9432F"/>
    <w:rsid w:val="00AA1E96"/>
    <w:rsid w:val="00AC1039"/>
    <w:rsid w:val="00B416C9"/>
    <w:rsid w:val="00B6079B"/>
    <w:rsid w:val="00B60A7E"/>
    <w:rsid w:val="00BB35E5"/>
    <w:rsid w:val="00BB7B28"/>
    <w:rsid w:val="00BC58A3"/>
    <w:rsid w:val="00BD72BE"/>
    <w:rsid w:val="00C016B0"/>
    <w:rsid w:val="00C160F6"/>
    <w:rsid w:val="00C16652"/>
    <w:rsid w:val="00C21465"/>
    <w:rsid w:val="00C27D90"/>
    <w:rsid w:val="00C739BD"/>
    <w:rsid w:val="00C73E1F"/>
    <w:rsid w:val="00C91B1F"/>
    <w:rsid w:val="00CA2796"/>
    <w:rsid w:val="00D24038"/>
    <w:rsid w:val="00D361DF"/>
    <w:rsid w:val="00DA5573"/>
    <w:rsid w:val="00DD7BB9"/>
    <w:rsid w:val="00E0799B"/>
    <w:rsid w:val="00E11A41"/>
    <w:rsid w:val="00E36B8A"/>
    <w:rsid w:val="00E46131"/>
    <w:rsid w:val="00E50E07"/>
    <w:rsid w:val="00E552DE"/>
    <w:rsid w:val="00E65334"/>
    <w:rsid w:val="00E94219"/>
    <w:rsid w:val="00E97E9A"/>
    <w:rsid w:val="00EE3D49"/>
    <w:rsid w:val="00EE6613"/>
    <w:rsid w:val="00F04F13"/>
    <w:rsid w:val="00F05BB4"/>
    <w:rsid w:val="00F41333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4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52</Words>
  <Characters>299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22</cp:revision>
  <dcterms:created xsi:type="dcterms:W3CDTF">2014-12-27T18:49:00Z</dcterms:created>
  <dcterms:modified xsi:type="dcterms:W3CDTF">2020-02-05T12:38:00Z</dcterms:modified>
</cp:coreProperties>
</file>