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26D" w:rsidRDefault="007E426D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7E426D" w:rsidRDefault="007E426D" w:rsidP="00D208B8">
      <w:pPr>
        <w:spacing w:line="360" w:lineRule="auto"/>
        <w:jc w:val="center"/>
        <w:rPr>
          <w:b/>
          <w:sz w:val="28"/>
          <w:szCs w:val="28"/>
          <w:highlight w:val="green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</w:t>
      </w:r>
      <w:r>
        <w:rPr>
          <w:b/>
          <w:sz w:val="28"/>
          <w:szCs w:val="28"/>
        </w:rPr>
        <w:t>учащихся 1-7</w:t>
      </w:r>
      <w:r w:rsidRPr="00CA2796">
        <w:rPr>
          <w:b/>
          <w:sz w:val="28"/>
          <w:szCs w:val="28"/>
        </w:rPr>
        <w:t xml:space="preserve">-х классов </w:t>
      </w:r>
      <w:r w:rsidRPr="0007439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Физкульт-ура!</w:t>
      </w:r>
      <w:r w:rsidRPr="00074393">
        <w:rPr>
          <w:b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7E426D" w:rsidRDefault="007E426D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7E426D" w:rsidTr="00131EF1">
        <w:tc>
          <w:tcPr>
            <w:tcW w:w="4785" w:type="dxa"/>
          </w:tcPr>
          <w:p w:rsidR="007E426D" w:rsidRPr="00131EF1" w:rsidRDefault="007E426D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7E426D" w:rsidRPr="00131EF1" w:rsidRDefault="007E426D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426D" w:rsidTr="00131EF1">
        <w:tc>
          <w:tcPr>
            <w:tcW w:w="4785" w:type="dxa"/>
          </w:tcPr>
          <w:p w:rsidR="007E426D" w:rsidRPr="00131EF1" w:rsidRDefault="007E426D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7E426D" w:rsidRPr="00131EF1" w:rsidRDefault="007E426D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426D" w:rsidTr="00131EF1">
        <w:tc>
          <w:tcPr>
            <w:tcW w:w="4785" w:type="dxa"/>
          </w:tcPr>
          <w:p w:rsidR="007E426D" w:rsidRPr="00131EF1" w:rsidRDefault="007E426D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7E426D" w:rsidRPr="00131EF1" w:rsidRDefault="007E426D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E426D" w:rsidRDefault="007E426D" w:rsidP="00E36B8A"/>
    <w:p w:rsidR="007E426D" w:rsidRPr="00263106" w:rsidRDefault="007E426D" w:rsidP="00E36B8A"/>
    <w:p w:rsidR="007E426D" w:rsidRDefault="007E426D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7E426D" w:rsidRPr="004A3053" w:rsidTr="00131EF1">
        <w:trPr>
          <w:jc w:val="center"/>
        </w:trPr>
        <w:tc>
          <w:tcPr>
            <w:tcW w:w="1188" w:type="dxa"/>
          </w:tcPr>
          <w:p w:rsidR="007E426D" w:rsidRPr="004A3053" w:rsidRDefault="007E426D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7E426D" w:rsidRPr="004A3053" w:rsidRDefault="007E426D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426D" w:rsidRPr="00DA5573" w:rsidRDefault="007E426D" w:rsidP="00DA5573">
      <w:pPr>
        <w:jc w:val="center"/>
      </w:pPr>
    </w:p>
    <w:p w:rsidR="007E426D" w:rsidRDefault="007E426D"/>
    <w:sectPr w:rsidR="007E426D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404E2"/>
    <w:rsid w:val="00047405"/>
    <w:rsid w:val="00074393"/>
    <w:rsid w:val="00086BB2"/>
    <w:rsid w:val="00095884"/>
    <w:rsid w:val="000A5999"/>
    <w:rsid w:val="000B3728"/>
    <w:rsid w:val="000D5742"/>
    <w:rsid w:val="000E61EC"/>
    <w:rsid w:val="000F20F7"/>
    <w:rsid w:val="00111194"/>
    <w:rsid w:val="00131EF1"/>
    <w:rsid w:val="00144BD4"/>
    <w:rsid w:val="001762A6"/>
    <w:rsid w:val="001C34A0"/>
    <w:rsid w:val="002132F5"/>
    <w:rsid w:val="00252330"/>
    <w:rsid w:val="00263106"/>
    <w:rsid w:val="002B1923"/>
    <w:rsid w:val="002C5489"/>
    <w:rsid w:val="00342101"/>
    <w:rsid w:val="00381127"/>
    <w:rsid w:val="003F09CC"/>
    <w:rsid w:val="00461CD6"/>
    <w:rsid w:val="004A3053"/>
    <w:rsid w:val="004B621F"/>
    <w:rsid w:val="004C0DB7"/>
    <w:rsid w:val="004D106D"/>
    <w:rsid w:val="004D4CA5"/>
    <w:rsid w:val="00521C56"/>
    <w:rsid w:val="00555D5F"/>
    <w:rsid w:val="00582EFA"/>
    <w:rsid w:val="005868AE"/>
    <w:rsid w:val="006071A4"/>
    <w:rsid w:val="00614617"/>
    <w:rsid w:val="00645A81"/>
    <w:rsid w:val="00694E0B"/>
    <w:rsid w:val="006A2536"/>
    <w:rsid w:val="00730F65"/>
    <w:rsid w:val="007854AD"/>
    <w:rsid w:val="007A0B46"/>
    <w:rsid w:val="007D141A"/>
    <w:rsid w:val="007E426D"/>
    <w:rsid w:val="00833C46"/>
    <w:rsid w:val="00837378"/>
    <w:rsid w:val="00840B7E"/>
    <w:rsid w:val="0087001F"/>
    <w:rsid w:val="00874E12"/>
    <w:rsid w:val="008A182D"/>
    <w:rsid w:val="008B208A"/>
    <w:rsid w:val="008C7F2E"/>
    <w:rsid w:val="008E56D4"/>
    <w:rsid w:val="008F3BBA"/>
    <w:rsid w:val="00920C18"/>
    <w:rsid w:val="009373A6"/>
    <w:rsid w:val="00984FE4"/>
    <w:rsid w:val="009A1F17"/>
    <w:rsid w:val="009D2A50"/>
    <w:rsid w:val="009F58BC"/>
    <w:rsid w:val="00A03990"/>
    <w:rsid w:val="00A74736"/>
    <w:rsid w:val="00A776D5"/>
    <w:rsid w:val="00A9432F"/>
    <w:rsid w:val="00AA1E96"/>
    <w:rsid w:val="00AC1039"/>
    <w:rsid w:val="00B27E28"/>
    <w:rsid w:val="00B416C9"/>
    <w:rsid w:val="00B56469"/>
    <w:rsid w:val="00B6079B"/>
    <w:rsid w:val="00BB35E5"/>
    <w:rsid w:val="00BB7B28"/>
    <w:rsid w:val="00BC58A3"/>
    <w:rsid w:val="00BD72BE"/>
    <w:rsid w:val="00C160F6"/>
    <w:rsid w:val="00C16652"/>
    <w:rsid w:val="00C27D90"/>
    <w:rsid w:val="00C625E3"/>
    <w:rsid w:val="00C739BD"/>
    <w:rsid w:val="00C73E1F"/>
    <w:rsid w:val="00C91B1F"/>
    <w:rsid w:val="00CA2796"/>
    <w:rsid w:val="00D208B8"/>
    <w:rsid w:val="00D24038"/>
    <w:rsid w:val="00D361DF"/>
    <w:rsid w:val="00D50263"/>
    <w:rsid w:val="00DA0C31"/>
    <w:rsid w:val="00DA5573"/>
    <w:rsid w:val="00DD1AFF"/>
    <w:rsid w:val="00DD7BB9"/>
    <w:rsid w:val="00E0611C"/>
    <w:rsid w:val="00E0799B"/>
    <w:rsid w:val="00E36B8A"/>
    <w:rsid w:val="00E50E07"/>
    <w:rsid w:val="00E552DE"/>
    <w:rsid w:val="00E80CF6"/>
    <w:rsid w:val="00E94219"/>
    <w:rsid w:val="00E97E9A"/>
    <w:rsid w:val="00EC2F0C"/>
    <w:rsid w:val="00EE6613"/>
    <w:rsid w:val="00FB3036"/>
    <w:rsid w:val="00FC2ABB"/>
    <w:rsid w:val="00FF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EC2F0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91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50</Words>
  <Characters>286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23</cp:revision>
  <dcterms:created xsi:type="dcterms:W3CDTF">2014-12-27T18:49:00Z</dcterms:created>
  <dcterms:modified xsi:type="dcterms:W3CDTF">2020-02-05T09:19:00Z</dcterms:modified>
</cp:coreProperties>
</file>