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B3F" w:rsidRDefault="00646B3F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646B3F" w:rsidRPr="00787F5E" w:rsidRDefault="00646B3F" w:rsidP="0060445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445A">
        <w:rPr>
          <w:rFonts w:ascii="Times New Roman" w:hAnsi="Times New Roman" w:cs="Times New Roman"/>
          <w:sz w:val="28"/>
          <w:szCs w:val="28"/>
        </w:rPr>
        <w:t>Международного интеллектуального блиц-турнира для учащихся 1-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0445A">
        <w:rPr>
          <w:rFonts w:ascii="Times New Roman" w:hAnsi="Times New Roman" w:cs="Times New Roman"/>
          <w:sz w:val="28"/>
          <w:szCs w:val="28"/>
        </w:rPr>
        <w:t>-х классов</w:t>
      </w:r>
      <w:r w:rsidRPr="00CA2796">
        <w:rPr>
          <w:b w:val="0"/>
          <w:sz w:val="28"/>
          <w:szCs w:val="28"/>
        </w:rPr>
        <w:t xml:space="preserve"> </w:t>
      </w:r>
      <w:r w:rsidRPr="00787F5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Хлеб – всему голова</w:t>
      </w:r>
      <w:r w:rsidRPr="00787F5E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646B3F" w:rsidRPr="00CA2796" w:rsidRDefault="00646B3F" w:rsidP="00034F49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DE64AF">
        <w:rPr>
          <w:b/>
          <w:sz w:val="28"/>
          <w:szCs w:val="28"/>
        </w:rPr>
        <w:t xml:space="preserve"> </w:t>
      </w:r>
      <w:r w:rsidRPr="00E100EE">
        <w:rPr>
          <w:b/>
          <w:sz w:val="28"/>
          <w:szCs w:val="28"/>
        </w:rPr>
        <w:t xml:space="preserve"> </w:t>
      </w:r>
      <w:r w:rsidRPr="00645A81">
        <w:rPr>
          <w:b/>
          <w:sz w:val="28"/>
          <w:szCs w:val="28"/>
        </w:rPr>
        <w:t xml:space="preserve">  </w:t>
      </w:r>
      <w:r w:rsidRPr="000B3728">
        <w:rPr>
          <w:b/>
          <w:sz w:val="28"/>
          <w:szCs w:val="28"/>
        </w:rPr>
        <w:t xml:space="preserve"> </w:t>
      </w:r>
      <w:r w:rsidRPr="00C160F6">
        <w:rPr>
          <w:b/>
          <w:color w:val="000000"/>
          <w:sz w:val="28"/>
          <w:szCs w:val="28"/>
        </w:rPr>
        <w:t xml:space="preserve"> </w:t>
      </w:r>
      <w:r w:rsidRPr="00111194">
        <w:rPr>
          <w:b/>
          <w:sz w:val="28"/>
          <w:szCs w:val="28"/>
        </w:rPr>
        <w:t xml:space="preserve"> </w:t>
      </w:r>
      <w:r w:rsidRPr="00A776D5">
        <w:rPr>
          <w:b/>
          <w:sz w:val="28"/>
          <w:szCs w:val="28"/>
        </w:rPr>
        <w:t xml:space="preserve"> </w:t>
      </w:r>
    </w:p>
    <w:p w:rsidR="00646B3F" w:rsidRDefault="00646B3F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646B3F" w:rsidTr="00131EF1">
        <w:tc>
          <w:tcPr>
            <w:tcW w:w="4785" w:type="dxa"/>
          </w:tcPr>
          <w:p w:rsidR="00646B3F" w:rsidRPr="00131EF1" w:rsidRDefault="00646B3F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646B3F" w:rsidRPr="00131EF1" w:rsidRDefault="00646B3F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646B3F" w:rsidTr="00131EF1">
        <w:tc>
          <w:tcPr>
            <w:tcW w:w="4785" w:type="dxa"/>
          </w:tcPr>
          <w:p w:rsidR="00646B3F" w:rsidRPr="00131EF1" w:rsidRDefault="00646B3F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646B3F" w:rsidRPr="00131EF1" w:rsidRDefault="00646B3F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646B3F" w:rsidTr="00131EF1">
        <w:tc>
          <w:tcPr>
            <w:tcW w:w="4785" w:type="dxa"/>
          </w:tcPr>
          <w:p w:rsidR="00646B3F" w:rsidRPr="00131EF1" w:rsidRDefault="00646B3F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646B3F" w:rsidRPr="00131EF1" w:rsidRDefault="00646B3F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46B3F" w:rsidRDefault="00646B3F" w:rsidP="00E36B8A"/>
    <w:p w:rsidR="00646B3F" w:rsidRPr="00263106" w:rsidRDefault="00646B3F" w:rsidP="00E36B8A"/>
    <w:p w:rsidR="00646B3F" w:rsidRDefault="00646B3F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646B3F" w:rsidRPr="004A3053" w:rsidTr="00131EF1">
        <w:trPr>
          <w:jc w:val="center"/>
        </w:trPr>
        <w:tc>
          <w:tcPr>
            <w:tcW w:w="1188" w:type="dxa"/>
          </w:tcPr>
          <w:p w:rsidR="00646B3F" w:rsidRPr="004A3053" w:rsidRDefault="00646B3F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646B3F" w:rsidRPr="004A3053" w:rsidRDefault="00646B3F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Ответ</w:t>
            </w:r>
          </w:p>
        </w:tc>
      </w:tr>
      <w:tr w:rsidR="00646B3F" w:rsidRPr="004A3053" w:rsidTr="00131EF1">
        <w:trPr>
          <w:jc w:val="center"/>
        </w:trPr>
        <w:tc>
          <w:tcPr>
            <w:tcW w:w="1188" w:type="dxa"/>
          </w:tcPr>
          <w:p w:rsidR="00646B3F" w:rsidRPr="004A3053" w:rsidRDefault="00646B3F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646B3F" w:rsidRPr="004A3053" w:rsidRDefault="00646B3F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46B3F" w:rsidRPr="004A3053" w:rsidTr="00131EF1">
        <w:trPr>
          <w:jc w:val="center"/>
        </w:trPr>
        <w:tc>
          <w:tcPr>
            <w:tcW w:w="1188" w:type="dxa"/>
          </w:tcPr>
          <w:p w:rsidR="00646B3F" w:rsidRPr="004A3053" w:rsidRDefault="00646B3F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646B3F" w:rsidRPr="004A3053" w:rsidRDefault="00646B3F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46B3F" w:rsidRPr="004A3053" w:rsidTr="00131EF1">
        <w:trPr>
          <w:jc w:val="center"/>
        </w:trPr>
        <w:tc>
          <w:tcPr>
            <w:tcW w:w="1188" w:type="dxa"/>
          </w:tcPr>
          <w:p w:rsidR="00646B3F" w:rsidRPr="004A3053" w:rsidRDefault="00646B3F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646B3F" w:rsidRPr="004A3053" w:rsidRDefault="00646B3F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46B3F" w:rsidRPr="004A3053" w:rsidTr="00131EF1">
        <w:trPr>
          <w:jc w:val="center"/>
        </w:trPr>
        <w:tc>
          <w:tcPr>
            <w:tcW w:w="1188" w:type="dxa"/>
          </w:tcPr>
          <w:p w:rsidR="00646B3F" w:rsidRPr="004A3053" w:rsidRDefault="00646B3F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646B3F" w:rsidRPr="004A3053" w:rsidRDefault="00646B3F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46B3F" w:rsidRPr="004A3053" w:rsidTr="00131EF1">
        <w:trPr>
          <w:jc w:val="center"/>
        </w:trPr>
        <w:tc>
          <w:tcPr>
            <w:tcW w:w="1188" w:type="dxa"/>
          </w:tcPr>
          <w:p w:rsidR="00646B3F" w:rsidRPr="004A3053" w:rsidRDefault="00646B3F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646B3F" w:rsidRPr="004A3053" w:rsidRDefault="00646B3F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46B3F" w:rsidRPr="004A3053" w:rsidTr="00131EF1">
        <w:trPr>
          <w:jc w:val="center"/>
        </w:trPr>
        <w:tc>
          <w:tcPr>
            <w:tcW w:w="1188" w:type="dxa"/>
          </w:tcPr>
          <w:p w:rsidR="00646B3F" w:rsidRPr="004A3053" w:rsidRDefault="00646B3F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646B3F" w:rsidRPr="004A3053" w:rsidRDefault="00646B3F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46B3F" w:rsidRPr="004A3053" w:rsidTr="00131EF1">
        <w:trPr>
          <w:jc w:val="center"/>
        </w:trPr>
        <w:tc>
          <w:tcPr>
            <w:tcW w:w="1188" w:type="dxa"/>
          </w:tcPr>
          <w:p w:rsidR="00646B3F" w:rsidRPr="004A3053" w:rsidRDefault="00646B3F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646B3F" w:rsidRPr="004A3053" w:rsidRDefault="00646B3F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46B3F" w:rsidRPr="004A3053" w:rsidTr="00131EF1">
        <w:trPr>
          <w:jc w:val="center"/>
        </w:trPr>
        <w:tc>
          <w:tcPr>
            <w:tcW w:w="1188" w:type="dxa"/>
          </w:tcPr>
          <w:p w:rsidR="00646B3F" w:rsidRPr="004A3053" w:rsidRDefault="00646B3F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646B3F" w:rsidRPr="004A3053" w:rsidRDefault="00646B3F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46B3F" w:rsidRPr="004A3053" w:rsidTr="00131EF1">
        <w:trPr>
          <w:jc w:val="center"/>
        </w:trPr>
        <w:tc>
          <w:tcPr>
            <w:tcW w:w="1188" w:type="dxa"/>
          </w:tcPr>
          <w:p w:rsidR="00646B3F" w:rsidRPr="004A3053" w:rsidRDefault="00646B3F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646B3F" w:rsidRPr="004A3053" w:rsidRDefault="00646B3F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46B3F" w:rsidRPr="004A3053" w:rsidTr="00131EF1">
        <w:trPr>
          <w:jc w:val="center"/>
        </w:trPr>
        <w:tc>
          <w:tcPr>
            <w:tcW w:w="1188" w:type="dxa"/>
          </w:tcPr>
          <w:p w:rsidR="00646B3F" w:rsidRPr="004A3053" w:rsidRDefault="00646B3F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646B3F" w:rsidRPr="004A3053" w:rsidRDefault="00646B3F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46B3F" w:rsidRPr="004A3053" w:rsidTr="00131EF1">
        <w:trPr>
          <w:jc w:val="center"/>
        </w:trPr>
        <w:tc>
          <w:tcPr>
            <w:tcW w:w="1188" w:type="dxa"/>
          </w:tcPr>
          <w:p w:rsidR="00646B3F" w:rsidRPr="004A3053" w:rsidRDefault="00646B3F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646B3F" w:rsidRPr="004A3053" w:rsidRDefault="00646B3F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46B3F" w:rsidRPr="004A3053" w:rsidTr="00131EF1">
        <w:trPr>
          <w:jc w:val="center"/>
        </w:trPr>
        <w:tc>
          <w:tcPr>
            <w:tcW w:w="1188" w:type="dxa"/>
          </w:tcPr>
          <w:p w:rsidR="00646B3F" w:rsidRPr="004A3053" w:rsidRDefault="00646B3F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646B3F" w:rsidRPr="004A3053" w:rsidRDefault="00646B3F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46B3F" w:rsidRPr="004A3053" w:rsidTr="00131EF1">
        <w:trPr>
          <w:jc w:val="center"/>
        </w:trPr>
        <w:tc>
          <w:tcPr>
            <w:tcW w:w="1188" w:type="dxa"/>
          </w:tcPr>
          <w:p w:rsidR="00646B3F" w:rsidRPr="004A3053" w:rsidRDefault="00646B3F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646B3F" w:rsidRPr="004A3053" w:rsidRDefault="00646B3F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46B3F" w:rsidRPr="004A3053" w:rsidTr="00131EF1">
        <w:trPr>
          <w:jc w:val="center"/>
        </w:trPr>
        <w:tc>
          <w:tcPr>
            <w:tcW w:w="1188" w:type="dxa"/>
          </w:tcPr>
          <w:p w:rsidR="00646B3F" w:rsidRPr="004A3053" w:rsidRDefault="00646B3F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646B3F" w:rsidRPr="004A3053" w:rsidRDefault="00646B3F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46B3F" w:rsidRPr="004A3053" w:rsidTr="00131EF1">
        <w:trPr>
          <w:jc w:val="center"/>
        </w:trPr>
        <w:tc>
          <w:tcPr>
            <w:tcW w:w="1188" w:type="dxa"/>
          </w:tcPr>
          <w:p w:rsidR="00646B3F" w:rsidRPr="004A3053" w:rsidRDefault="00646B3F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646B3F" w:rsidRPr="004A3053" w:rsidRDefault="00646B3F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46B3F" w:rsidRPr="004A3053" w:rsidTr="00131EF1">
        <w:trPr>
          <w:jc w:val="center"/>
        </w:trPr>
        <w:tc>
          <w:tcPr>
            <w:tcW w:w="1188" w:type="dxa"/>
          </w:tcPr>
          <w:p w:rsidR="00646B3F" w:rsidRPr="004A3053" w:rsidRDefault="00646B3F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646B3F" w:rsidRPr="004A3053" w:rsidRDefault="00646B3F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46B3F" w:rsidRPr="004A3053" w:rsidTr="00131EF1">
        <w:trPr>
          <w:jc w:val="center"/>
        </w:trPr>
        <w:tc>
          <w:tcPr>
            <w:tcW w:w="1188" w:type="dxa"/>
          </w:tcPr>
          <w:p w:rsidR="00646B3F" w:rsidRPr="004A3053" w:rsidRDefault="00646B3F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646B3F" w:rsidRPr="004A3053" w:rsidRDefault="00646B3F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46B3F" w:rsidRPr="004A3053" w:rsidTr="00131EF1">
        <w:trPr>
          <w:jc w:val="center"/>
        </w:trPr>
        <w:tc>
          <w:tcPr>
            <w:tcW w:w="1188" w:type="dxa"/>
          </w:tcPr>
          <w:p w:rsidR="00646B3F" w:rsidRPr="004A3053" w:rsidRDefault="00646B3F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646B3F" w:rsidRPr="004A3053" w:rsidRDefault="00646B3F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46B3F" w:rsidRPr="004A3053" w:rsidTr="00131EF1">
        <w:trPr>
          <w:jc w:val="center"/>
        </w:trPr>
        <w:tc>
          <w:tcPr>
            <w:tcW w:w="1188" w:type="dxa"/>
          </w:tcPr>
          <w:p w:rsidR="00646B3F" w:rsidRPr="004A3053" w:rsidRDefault="00646B3F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646B3F" w:rsidRPr="004A3053" w:rsidRDefault="00646B3F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46B3F" w:rsidRPr="004A3053" w:rsidTr="00131EF1">
        <w:trPr>
          <w:jc w:val="center"/>
        </w:trPr>
        <w:tc>
          <w:tcPr>
            <w:tcW w:w="1188" w:type="dxa"/>
          </w:tcPr>
          <w:p w:rsidR="00646B3F" w:rsidRPr="004A3053" w:rsidRDefault="00646B3F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646B3F" w:rsidRPr="004A3053" w:rsidRDefault="00646B3F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46B3F" w:rsidRPr="004A3053" w:rsidTr="00131EF1">
        <w:trPr>
          <w:jc w:val="center"/>
        </w:trPr>
        <w:tc>
          <w:tcPr>
            <w:tcW w:w="1188" w:type="dxa"/>
          </w:tcPr>
          <w:p w:rsidR="00646B3F" w:rsidRPr="004A3053" w:rsidRDefault="00646B3F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646B3F" w:rsidRPr="004A3053" w:rsidRDefault="00646B3F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46B3F" w:rsidRPr="004A3053" w:rsidTr="00131EF1">
        <w:trPr>
          <w:jc w:val="center"/>
        </w:trPr>
        <w:tc>
          <w:tcPr>
            <w:tcW w:w="1188" w:type="dxa"/>
          </w:tcPr>
          <w:p w:rsidR="00646B3F" w:rsidRPr="004A3053" w:rsidRDefault="00646B3F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646B3F" w:rsidRPr="004A3053" w:rsidRDefault="00646B3F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46B3F" w:rsidRPr="004A3053" w:rsidTr="00131EF1">
        <w:trPr>
          <w:jc w:val="center"/>
        </w:trPr>
        <w:tc>
          <w:tcPr>
            <w:tcW w:w="1188" w:type="dxa"/>
          </w:tcPr>
          <w:p w:rsidR="00646B3F" w:rsidRPr="004A3053" w:rsidRDefault="00646B3F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646B3F" w:rsidRPr="004A3053" w:rsidRDefault="00646B3F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46B3F" w:rsidRPr="004A3053" w:rsidTr="00131EF1">
        <w:trPr>
          <w:jc w:val="center"/>
        </w:trPr>
        <w:tc>
          <w:tcPr>
            <w:tcW w:w="1188" w:type="dxa"/>
          </w:tcPr>
          <w:p w:rsidR="00646B3F" w:rsidRPr="004A3053" w:rsidRDefault="00646B3F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646B3F" w:rsidRPr="004A3053" w:rsidRDefault="00646B3F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46B3F" w:rsidRPr="004A3053" w:rsidTr="00131EF1">
        <w:trPr>
          <w:jc w:val="center"/>
        </w:trPr>
        <w:tc>
          <w:tcPr>
            <w:tcW w:w="1188" w:type="dxa"/>
          </w:tcPr>
          <w:p w:rsidR="00646B3F" w:rsidRPr="004A3053" w:rsidRDefault="00646B3F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646B3F" w:rsidRPr="004A3053" w:rsidRDefault="00646B3F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646B3F" w:rsidRPr="004A3053" w:rsidTr="00131EF1">
        <w:trPr>
          <w:jc w:val="center"/>
        </w:trPr>
        <w:tc>
          <w:tcPr>
            <w:tcW w:w="1188" w:type="dxa"/>
          </w:tcPr>
          <w:p w:rsidR="00646B3F" w:rsidRPr="004A3053" w:rsidRDefault="00646B3F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646B3F" w:rsidRPr="004A3053" w:rsidRDefault="00646B3F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646B3F" w:rsidRPr="00DA5573" w:rsidRDefault="00646B3F" w:rsidP="00DA5573">
      <w:pPr>
        <w:jc w:val="center"/>
      </w:pPr>
    </w:p>
    <w:p w:rsidR="00646B3F" w:rsidRDefault="00646B3F"/>
    <w:sectPr w:rsidR="00646B3F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05C30"/>
    <w:rsid w:val="00034F49"/>
    <w:rsid w:val="00086F65"/>
    <w:rsid w:val="000B3728"/>
    <w:rsid w:val="000D5742"/>
    <w:rsid w:val="000E61EC"/>
    <w:rsid w:val="00111194"/>
    <w:rsid w:val="00131EF1"/>
    <w:rsid w:val="001428A4"/>
    <w:rsid w:val="00144BD4"/>
    <w:rsid w:val="00166436"/>
    <w:rsid w:val="001762A6"/>
    <w:rsid w:val="001B43AD"/>
    <w:rsid w:val="001C34A0"/>
    <w:rsid w:val="002132F5"/>
    <w:rsid w:val="002276DA"/>
    <w:rsid w:val="00263106"/>
    <w:rsid w:val="002A6F41"/>
    <w:rsid w:val="002B1923"/>
    <w:rsid w:val="00342101"/>
    <w:rsid w:val="00381127"/>
    <w:rsid w:val="003F09CC"/>
    <w:rsid w:val="004A28E9"/>
    <w:rsid w:val="004A3053"/>
    <w:rsid w:val="004B621F"/>
    <w:rsid w:val="004C0DB7"/>
    <w:rsid w:val="004D106D"/>
    <w:rsid w:val="00521C56"/>
    <w:rsid w:val="00555D5F"/>
    <w:rsid w:val="00561934"/>
    <w:rsid w:val="00582EFA"/>
    <w:rsid w:val="005868AE"/>
    <w:rsid w:val="0060445A"/>
    <w:rsid w:val="00614617"/>
    <w:rsid w:val="0062443C"/>
    <w:rsid w:val="00645A81"/>
    <w:rsid w:val="00646B3F"/>
    <w:rsid w:val="00694E0B"/>
    <w:rsid w:val="006A2536"/>
    <w:rsid w:val="00730F65"/>
    <w:rsid w:val="007854AD"/>
    <w:rsid w:val="00787F5E"/>
    <w:rsid w:val="007A0B46"/>
    <w:rsid w:val="007D141A"/>
    <w:rsid w:val="00833C46"/>
    <w:rsid w:val="0087001F"/>
    <w:rsid w:val="00874E12"/>
    <w:rsid w:val="008A182D"/>
    <w:rsid w:val="008B208A"/>
    <w:rsid w:val="008C7F2E"/>
    <w:rsid w:val="008D18D1"/>
    <w:rsid w:val="008E56D4"/>
    <w:rsid w:val="008F3BBA"/>
    <w:rsid w:val="00917CDC"/>
    <w:rsid w:val="00920C18"/>
    <w:rsid w:val="0093657D"/>
    <w:rsid w:val="009373A6"/>
    <w:rsid w:val="009D2A50"/>
    <w:rsid w:val="009F58BC"/>
    <w:rsid w:val="00A776D5"/>
    <w:rsid w:val="00A90DAA"/>
    <w:rsid w:val="00A9432F"/>
    <w:rsid w:val="00AA1E96"/>
    <w:rsid w:val="00AC0A8D"/>
    <w:rsid w:val="00AC1039"/>
    <w:rsid w:val="00B416C9"/>
    <w:rsid w:val="00B6079B"/>
    <w:rsid w:val="00BA2EE1"/>
    <w:rsid w:val="00BB2619"/>
    <w:rsid w:val="00BB35E5"/>
    <w:rsid w:val="00BB7B28"/>
    <w:rsid w:val="00BC58A3"/>
    <w:rsid w:val="00BD72BE"/>
    <w:rsid w:val="00C159C7"/>
    <w:rsid w:val="00C160F6"/>
    <w:rsid w:val="00C16652"/>
    <w:rsid w:val="00C27D90"/>
    <w:rsid w:val="00C739BD"/>
    <w:rsid w:val="00C73E1F"/>
    <w:rsid w:val="00C91B1F"/>
    <w:rsid w:val="00CA2796"/>
    <w:rsid w:val="00D24038"/>
    <w:rsid w:val="00D361DF"/>
    <w:rsid w:val="00DA5573"/>
    <w:rsid w:val="00DA7534"/>
    <w:rsid w:val="00DD7BB9"/>
    <w:rsid w:val="00DE64AF"/>
    <w:rsid w:val="00E0799B"/>
    <w:rsid w:val="00E100EE"/>
    <w:rsid w:val="00E36B8A"/>
    <w:rsid w:val="00E50E07"/>
    <w:rsid w:val="00E552DE"/>
    <w:rsid w:val="00E94219"/>
    <w:rsid w:val="00E97E9A"/>
    <w:rsid w:val="00EE10BC"/>
    <w:rsid w:val="00EE6613"/>
    <w:rsid w:val="00FB3036"/>
    <w:rsid w:val="00FD2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80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52</Words>
  <Characters>299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22</cp:revision>
  <dcterms:created xsi:type="dcterms:W3CDTF">2014-12-27T18:49:00Z</dcterms:created>
  <dcterms:modified xsi:type="dcterms:W3CDTF">2020-02-05T09:15:00Z</dcterms:modified>
</cp:coreProperties>
</file>