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6AD" w:rsidRDefault="006F56AD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6F56AD" w:rsidRPr="00CA2796" w:rsidRDefault="006F56AD" w:rsidP="00521C56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</w:t>
      </w:r>
      <w:r w:rsidRPr="00CA2796">
        <w:rPr>
          <w:b/>
          <w:sz w:val="28"/>
          <w:szCs w:val="28"/>
        </w:rPr>
        <w:t>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  <w:r w:rsidRPr="00DC7DB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Юные пешеходы</w:t>
      </w:r>
      <w:r w:rsidRPr="00DC7DB6">
        <w:rPr>
          <w:b/>
          <w:sz w:val="28"/>
          <w:szCs w:val="28"/>
        </w:rPr>
        <w:t xml:space="preserve">»   </w:t>
      </w:r>
      <w:r w:rsidRPr="00645A81">
        <w:rPr>
          <w:b/>
          <w:sz w:val="28"/>
          <w:szCs w:val="28"/>
        </w:rPr>
        <w:t xml:space="preserve">  </w:t>
      </w:r>
      <w:r w:rsidRPr="000B3728">
        <w:rPr>
          <w:b/>
          <w:sz w:val="28"/>
          <w:szCs w:val="28"/>
        </w:rPr>
        <w:t xml:space="preserve"> </w:t>
      </w:r>
      <w:r w:rsidRPr="00C160F6">
        <w:rPr>
          <w:b/>
          <w:color w:val="000000"/>
          <w:sz w:val="28"/>
          <w:szCs w:val="28"/>
        </w:rPr>
        <w:t xml:space="preserve"> </w:t>
      </w:r>
      <w:r w:rsidRPr="00111194">
        <w:rPr>
          <w:b/>
          <w:sz w:val="28"/>
          <w:szCs w:val="28"/>
        </w:rPr>
        <w:t xml:space="preserve"> </w:t>
      </w:r>
      <w:r w:rsidRPr="00A776D5">
        <w:rPr>
          <w:b/>
          <w:sz w:val="28"/>
          <w:szCs w:val="28"/>
        </w:rPr>
        <w:t xml:space="preserve"> </w:t>
      </w:r>
      <w:r w:rsidRPr="00812178">
        <w:rPr>
          <w:b/>
          <w:sz w:val="28"/>
          <w:szCs w:val="28"/>
        </w:rPr>
        <w:t xml:space="preserve"> </w:t>
      </w:r>
      <w:r w:rsidRPr="00E80CF6">
        <w:rPr>
          <w:b/>
          <w:bCs/>
          <w:sz w:val="28"/>
          <w:szCs w:val="28"/>
        </w:rPr>
        <w:t xml:space="preserve"> </w:t>
      </w:r>
      <w:r w:rsidRPr="00645A81">
        <w:rPr>
          <w:b/>
          <w:sz w:val="28"/>
          <w:szCs w:val="28"/>
        </w:rPr>
        <w:t xml:space="preserve">  </w:t>
      </w:r>
      <w:r w:rsidRPr="000B3728">
        <w:rPr>
          <w:b/>
          <w:sz w:val="28"/>
          <w:szCs w:val="28"/>
        </w:rPr>
        <w:t xml:space="preserve"> </w:t>
      </w:r>
      <w:r w:rsidRPr="00C160F6">
        <w:rPr>
          <w:b/>
          <w:color w:val="000000"/>
          <w:sz w:val="28"/>
          <w:szCs w:val="28"/>
        </w:rPr>
        <w:t xml:space="preserve"> </w:t>
      </w:r>
      <w:r w:rsidRPr="00111194">
        <w:rPr>
          <w:b/>
          <w:sz w:val="28"/>
          <w:szCs w:val="28"/>
        </w:rPr>
        <w:t xml:space="preserve"> </w:t>
      </w:r>
      <w:r w:rsidRPr="00A776D5">
        <w:rPr>
          <w:b/>
          <w:sz w:val="28"/>
          <w:szCs w:val="28"/>
        </w:rPr>
        <w:t xml:space="preserve"> </w:t>
      </w:r>
    </w:p>
    <w:p w:rsidR="006F56AD" w:rsidRDefault="006F56AD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6F56AD" w:rsidTr="00131EF1">
        <w:tc>
          <w:tcPr>
            <w:tcW w:w="4785" w:type="dxa"/>
          </w:tcPr>
          <w:p w:rsidR="006F56AD" w:rsidRPr="00131EF1" w:rsidRDefault="006F56AD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6F56AD" w:rsidRPr="00131EF1" w:rsidRDefault="006F56AD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F56AD" w:rsidTr="00131EF1">
        <w:tc>
          <w:tcPr>
            <w:tcW w:w="4785" w:type="dxa"/>
          </w:tcPr>
          <w:p w:rsidR="006F56AD" w:rsidRPr="00131EF1" w:rsidRDefault="006F56AD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6F56AD" w:rsidRPr="00131EF1" w:rsidRDefault="006F56AD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F56AD" w:rsidTr="00131EF1">
        <w:tc>
          <w:tcPr>
            <w:tcW w:w="4785" w:type="dxa"/>
          </w:tcPr>
          <w:p w:rsidR="006F56AD" w:rsidRPr="00131EF1" w:rsidRDefault="006F56AD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6F56AD" w:rsidRPr="00131EF1" w:rsidRDefault="006F56AD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F56AD" w:rsidRDefault="006F56AD" w:rsidP="00E36B8A"/>
    <w:p w:rsidR="006F56AD" w:rsidRPr="00263106" w:rsidRDefault="006F56AD" w:rsidP="00E36B8A"/>
    <w:p w:rsidR="006F56AD" w:rsidRDefault="006F56AD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6F56AD" w:rsidRPr="004A3053" w:rsidTr="00131EF1">
        <w:trPr>
          <w:jc w:val="center"/>
        </w:trPr>
        <w:tc>
          <w:tcPr>
            <w:tcW w:w="1188" w:type="dxa"/>
          </w:tcPr>
          <w:p w:rsidR="006F56AD" w:rsidRPr="004A3053" w:rsidRDefault="006F56AD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6F56AD" w:rsidRPr="004A3053" w:rsidRDefault="006F56AD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F56AD" w:rsidRPr="00DA5573" w:rsidRDefault="006F56AD" w:rsidP="00DA5573">
      <w:pPr>
        <w:jc w:val="center"/>
      </w:pPr>
    </w:p>
    <w:p w:rsidR="006F56AD" w:rsidRDefault="006F56AD"/>
    <w:sectPr w:rsidR="006F56AD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86BB2"/>
    <w:rsid w:val="000B3728"/>
    <w:rsid w:val="000D5742"/>
    <w:rsid w:val="000E61EC"/>
    <w:rsid w:val="00111194"/>
    <w:rsid w:val="00131EF1"/>
    <w:rsid w:val="00144BD4"/>
    <w:rsid w:val="001762A6"/>
    <w:rsid w:val="001C34A0"/>
    <w:rsid w:val="001D350C"/>
    <w:rsid w:val="001D6674"/>
    <w:rsid w:val="002132F5"/>
    <w:rsid w:val="00225B5C"/>
    <w:rsid w:val="00263106"/>
    <w:rsid w:val="002B1923"/>
    <w:rsid w:val="00342101"/>
    <w:rsid w:val="00381127"/>
    <w:rsid w:val="003B31A2"/>
    <w:rsid w:val="003F09CC"/>
    <w:rsid w:val="004A3053"/>
    <w:rsid w:val="004B4F03"/>
    <w:rsid w:val="004B621F"/>
    <w:rsid w:val="004C0DB7"/>
    <w:rsid w:val="004D106D"/>
    <w:rsid w:val="004D4CA5"/>
    <w:rsid w:val="00503BB8"/>
    <w:rsid w:val="00521C56"/>
    <w:rsid w:val="005419C2"/>
    <w:rsid w:val="00555D5F"/>
    <w:rsid w:val="00582EFA"/>
    <w:rsid w:val="005868AE"/>
    <w:rsid w:val="006071A4"/>
    <w:rsid w:val="00614617"/>
    <w:rsid w:val="00645A81"/>
    <w:rsid w:val="00694E0B"/>
    <w:rsid w:val="006A2536"/>
    <w:rsid w:val="006F56AD"/>
    <w:rsid w:val="00730F65"/>
    <w:rsid w:val="007854AD"/>
    <w:rsid w:val="007A0B46"/>
    <w:rsid w:val="007D141A"/>
    <w:rsid w:val="00812178"/>
    <w:rsid w:val="00833C46"/>
    <w:rsid w:val="0087001F"/>
    <w:rsid w:val="00874E12"/>
    <w:rsid w:val="008A182D"/>
    <w:rsid w:val="008B208A"/>
    <w:rsid w:val="008C7F2E"/>
    <w:rsid w:val="008E56D4"/>
    <w:rsid w:val="008F2086"/>
    <w:rsid w:val="008F3BBA"/>
    <w:rsid w:val="00907DD2"/>
    <w:rsid w:val="00920C18"/>
    <w:rsid w:val="009373A6"/>
    <w:rsid w:val="0096338F"/>
    <w:rsid w:val="009C2381"/>
    <w:rsid w:val="009C65B9"/>
    <w:rsid w:val="009D2A50"/>
    <w:rsid w:val="009F58BC"/>
    <w:rsid w:val="00A13581"/>
    <w:rsid w:val="00A776D5"/>
    <w:rsid w:val="00A936E7"/>
    <w:rsid w:val="00A9432F"/>
    <w:rsid w:val="00AA1E96"/>
    <w:rsid w:val="00AC1039"/>
    <w:rsid w:val="00B11C3B"/>
    <w:rsid w:val="00B416C9"/>
    <w:rsid w:val="00B6079B"/>
    <w:rsid w:val="00BB35E5"/>
    <w:rsid w:val="00BB7B28"/>
    <w:rsid w:val="00BC58A3"/>
    <w:rsid w:val="00BD72BE"/>
    <w:rsid w:val="00BE381A"/>
    <w:rsid w:val="00C160F6"/>
    <w:rsid w:val="00C16652"/>
    <w:rsid w:val="00C27D90"/>
    <w:rsid w:val="00C739BD"/>
    <w:rsid w:val="00C73E1F"/>
    <w:rsid w:val="00C91B1F"/>
    <w:rsid w:val="00CA2796"/>
    <w:rsid w:val="00D24038"/>
    <w:rsid w:val="00D361DF"/>
    <w:rsid w:val="00D97276"/>
    <w:rsid w:val="00DA0C31"/>
    <w:rsid w:val="00DA5573"/>
    <w:rsid w:val="00DC7DB6"/>
    <w:rsid w:val="00DD7BB9"/>
    <w:rsid w:val="00E0799B"/>
    <w:rsid w:val="00E100EE"/>
    <w:rsid w:val="00E36B8A"/>
    <w:rsid w:val="00E50E07"/>
    <w:rsid w:val="00E552DE"/>
    <w:rsid w:val="00E80CF6"/>
    <w:rsid w:val="00E94219"/>
    <w:rsid w:val="00E97E9A"/>
    <w:rsid w:val="00EE6613"/>
    <w:rsid w:val="00FA233F"/>
    <w:rsid w:val="00FB3036"/>
    <w:rsid w:val="00FB4B0B"/>
    <w:rsid w:val="00FD2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52</Words>
  <Characters>300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22</cp:revision>
  <dcterms:created xsi:type="dcterms:W3CDTF">2014-12-27T18:49:00Z</dcterms:created>
  <dcterms:modified xsi:type="dcterms:W3CDTF">2020-02-05T09:22:00Z</dcterms:modified>
</cp:coreProperties>
</file>